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3D" w:rsidRDefault="00F37C3D">
      <w:pPr>
        <w:jc w:val="center"/>
        <w:rPr>
          <w:rFonts w:ascii="Comic Sans MS" w:hAnsi="Comic Sans MS"/>
          <w:b/>
          <w:sz w:val="52"/>
          <w:szCs w:val="52"/>
        </w:rPr>
      </w:pPr>
      <w:r>
        <w:rPr>
          <w:rFonts w:ascii="Comic Sans MS" w:hAnsi="Comic Sans MS"/>
          <w:b/>
          <w:sz w:val="52"/>
          <w:szCs w:val="52"/>
        </w:rPr>
        <w:t>FORRESTER HIGH SCHOOL ENGLISH DEPARTMENT</w:t>
      </w:r>
    </w:p>
    <w:p w:rsidR="00F37C3D" w:rsidRDefault="00F37C3D">
      <w:pPr>
        <w:jc w:val="center"/>
        <w:rPr>
          <w:rFonts w:ascii="Comic Sans MS" w:hAnsi="Comic Sans MS"/>
          <w:b/>
          <w:sz w:val="52"/>
          <w:szCs w:val="52"/>
        </w:rPr>
      </w:pPr>
    </w:p>
    <w:p w:rsidR="00F37C3D" w:rsidRDefault="00F37C3D">
      <w:pPr>
        <w:jc w:val="center"/>
        <w:rPr>
          <w:rFonts w:ascii="Comic Sans MS" w:hAnsi="Comic Sans MS"/>
          <w:b/>
          <w:sz w:val="48"/>
          <w:szCs w:val="48"/>
        </w:rPr>
      </w:pPr>
      <w:r>
        <w:rPr>
          <w:rFonts w:ascii="Comic Sans MS" w:hAnsi="Comic Sans MS"/>
          <w:b/>
          <w:sz w:val="48"/>
          <w:szCs w:val="48"/>
        </w:rPr>
        <w:t>S1 HOMEWORK CONNECTIONS</w:t>
      </w:r>
    </w:p>
    <w:p w:rsidR="00F37C3D" w:rsidRDefault="00F37C3D"/>
    <w:p w:rsidR="00F37C3D" w:rsidRDefault="00F37C3D"/>
    <w:p w:rsidR="00F37C3D" w:rsidRDefault="00F37C3D"/>
    <w:p w:rsidR="00F37C3D" w:rsidRDefault="00F37C3D">
      <w:r>
        <w:t xml:space="preserve">       </w:t>
      </w:r>
      <w:r w:rsidRPr="00FC31B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utoShapeProperty" o:spid="_x0000_i1025" type="#_x0000_t75" style="width:69.75pt;height:75pt;visibility:visible">
            <v:imagedata r:id="rId5" o:title=""/>
          </v:shape>
        </w:pict>
      </w:r>
      <w:r>
        <w:t xml:space="preserve">             </w:t>
      </w:r>
      <w:r w:rsidRPr="00FC31B4">
        <w:rPr>
          <w:noProof/>
        </w:rPr>
        <w:pict>
          <v:shape id="_x0000_i1026" type="#_x0000_t75" style="width:93pt;height:93pt;visibility:visible">
            <v:imagedata r:id="rId6" o:title=""/>
          </v:shape>
        </w:pict>
      </w:r>
      <w:r>
        <w:t xml:space="preserve">                </w:t>
      </w:r>
      <w:r w:rsidRPr="00FC31B4">
        <w:rPr>
          <w:noProof/>
        </w:rPr>
        <w:pict>
          <v:shape id="_x0000_i1027" type="#_x0000_t75" style="width:65.25pt;height:70.5pt;visibility:visible">
            <v:imagedata r:id="rId7" o:title=""/>
          </v:shape>
        </w:pict>
      </w:r>
      <w:r>
        <w:t xml:space="preserve">   </w:t>
      </w:r>
    </w:p>
    <w:p w:rsidR="00F37C3D" w:rsidRDefault="00F37C3D"/>
    <w:p w:rsidR="00F37C3D" w:rsidRDefault="00F37C3D">
      <w:r>
        <w:t xml:space="preserve">     </w:t>
      </w:r>
    </w:p>
    <w:p w:rsidR="00F37C3D" w:rsidRDefault="00F37C3D">
      <w:r>
        <w:t xml:space="preserve">                                          </w:t>
      </w:r>
    </w:p>
    <w:p w:rsidR="00F37C3D" w:rsidRDefault="00F37C3D"/>
    <w:p w:rsidR="00F37C3D" w:rsidRDefault="00F37C3D">
      <w:r>
        <w:t xml:space="preserve">                        </w:t>
      </w:r>
    </w:p>
    <w:p w:rsidR="00F37C3D" w:rsidRDefault="00F37C3D"/>
    <w:p w:rsidR="00F37C3D" w:rsidRDefault="00F37C3D"/>
    <w:p w:rsidR="00F37C3D" w:rsidRDefault="00F37C3D">
      <w:r>
        <w:t xml:space="preserve">                        </w:t>
      </w:r>
      <w:r>
        <w:tab/>
      </w:r>
    </w:p>
    <w:p w:rsidR="00F37C3D" w:rsidRDefault="00F37C3D"/>
    <w:p w:rsidR="00F37C3D" w:rsidRDefault="00F37C3D"/>
    <w:p w:rsidR="00F37C3D" w:rsidRDefault="00F37C3D"/>
    <w:p w:rsidR="00F37C3D" w:rsidRDefault="00F37C3D">
      <w:r>
        <w:tab/>
      </w:r>
      <w:r>
        <w:tab/>
      </w:r>
      <w:r>
        <w:tab/>
        <w:t xml:space="preserve">  </w:t>
      </w:r>
      <w:r w:rsidRPr="00FC31B4">
        <w:rPr>
          <w:noProof/>
        </w:rPr>
        <w:pict>
          <v:shape id="_x0000_i1028" type="#_x0000_t75" style="width:135pt;height:135pt;visibility:visible">
            <v:imagedata r:id="rId8" o:title=""/>
          </v:shape>
        </w:pict>
      </w:r>
    </w:p>
    <w:p w:rsidR="00F37C3D" w:rsidRDefault="00F37C3D">
      <w:pPr>
        <w:rPr>
          <w:rFonts w:ascii="Comic Sans MS" w:hAnsi="Comic Sans MS"/>
          <w:b/>
          <w:sz w:val="32"/>
          <w:szCs w:val="32"/>
        </w:rPr>
      </w:pPr>
    </w:p>
    <w:p w:rsidR="00F37C3D" w:rsidRDefault="00F37C3D">
      <w:pPr>
        <w:rPr>
          <w:rFonts w:ascii="Comic Sans MS" w:hAnsi="Comic Sans MS"/>
          <w:b/>
          <w:sz w:val="32"/>
          <w:szCs w:val="32"/>
        </w:rPr>
      </w:pPr>
      <w:r>
        <w:rPr>
          <w:rFonts w:ascii="Comic Sans MS" w:hAnsi="Comic Sans MS"/>
          <w:b/>
          <w:sz w:val="32"/>
          <w:szCs w:val="32"/>
        </w:rPr>
        <w:t>Name:</w:t>
      </w:r>
    </w:p>
    <w:p w:rsidR="00F37C3D" w:rsidRDefault="00F37C3D">
      <w:pPr>
        <w:rPr>
          <w:rFonts w:ascii="Comic Sans MS" w:hAnsi="Comic Sans MS"/>
          <w:b/>
          <w:sz w:val="32"/>
          <w:szCs w:val="32"/>
        </w:rPr>
      </w:pPr>
      <w:r>
        <w:rPr>
          <w:rFonts w:ascii="Comic Sans MS" w:hAnsi="Comic Sans MS"/>
          <w:b/>
          <w:sz w:val="32"/>
          <w:szCs w:val="32"/>
        </w:rPr>
        <w:t>Class:</w:t>
      </w:r>
    </w:p>
    <w:p w:rsidR="00F37C3D" w:rsidRDefault="00F37C3D">
      <w:pPr>
        <w:rPr>
          <w:rFonts w:ascii="Comic Sans MS" w:hAnsi="Comic Sans MS"/>
          <w:b/>
          <w:sz w:val="32"/>
          <w:szCs w:val="32"/>
        </w:rPr>
      </w:pPr>
      <w:r>
        <w:rPr>
          <w:rFonts w:ascii="Comic Sans MS" w:hAnsi="Comic Sans MS"/>
          <w:b/>
          <w:sz w:val="32"/>
          <w:szCs w:val="32"/>
        </w:rPr>
        <w:t>Teacher:</w:t>
      </w:r>
    </w:p>
    <w:p w:rsidR="00F37C3D" w:rsidRDefault="00F37C3D">
      <w:pPr>
        <w:rPr>
          <w:rFonts w:ascii="Comic Sans MS" w:hAnsi="Comic Sans MS"/>
          <w:b/>
          <w:sz w:val="32"/>
          <w:szCs w:val="32"/>
        </w:rPr>
      </w:pPr>
      <w:r>
        <w:rPr>
          <w:rFonts w:ascii="Comic Sans MS" w:hAnsi="Comic Sans MS"/>
          <w:b/>
          <w:sz w:val="32"/>
          <w:szCs w:val="32"/>
        </w:rPr>
        <w:t>Library Period:</w:t>
      </w:r>
    </w:p>
    <w:p w:rsidR="00F37C3D" w:rsidRDefault="00F37C3D">
      <w:pPr>
        <w:rPr>
          <w:rFonts w:ascii="Comic Sans MS" w:hAnsi="Comic Sans MS"/>
          <w:b/>
          <w:sz w:val="32"/>
          <w:szCs w:val="32"/>
        </w:rPr>
      </w:pPr>
      <w:r>
        <w:rPr>
          <w:rFonts w:ascii="Comic Sans MS" w:hAnsi="Comic Sans MS"/>
          <w:b/>
          <w:sz w:val="32"/>
          <w:szCs w:val="32"/>
        </w:rPr>
        <w:t>Colour/reading range: Yellow/Green 4.0-5.9</w:t>
      </w:r>
    </w:p>
    <w:p w:rsidR="00F37C3D" w:rsidRDefault="00F37C3D">
      <w:pPr>
        <w:rPr>
          <w:rFonts w:ascii="Comic Sans MS" w:hAnsi="Comic Sans MS"/>
          <w:b/>
          <w:sz w:val="32"/>
          <w:szCs w:val="32"/>
        </w:rPr>
      </w:pPr>
    </w:p>
    <w:p w:rsidR="00F37C3D" w:rsidRDefault="00F37C3D">
      <w:pPr>
        <w:rPr>
          <w:rFonts w:ascii="Comic Sans MS" w:hAnsi="Comic Sans MS"/>
          <w:b/>
          <w:sz w:val="32"/>
          <w:szCs w:val="32"/>
        </w:rPr>
      </w:pPr>
      <w:r>
        <w:rPr>
          <w:rFonts w:ascii="Comic Sans MS" w:hAnsi="Comic Sans MS"/>
          <w:b/>
          <w:sz w:val="32"/>
          <w:szCs w:val="32"/>
        </w:rPr>
        <w:t>Homework Policy</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rFonts w:ascii="Comic Sans MS" w:hAnsi="Comic Sans MS"/>
          <w:sz w:val="28"/>
          <w:szCs w:val="28"/>
        </w:rPr>
        <w:t>The English Department homework policy is in line with the whole school policy. Homework is viewed, at all stages, as an essential part of the learning process, for which the pupil is expected to take responsibility. All pupils are entitled to be provided with appropriate homework that will be checked or gone over in class, by the teacher.</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rFonts w:ascii="Comic Sans MS" w:hAnsi="Comic Sans MS"/>
          <w:sz w:val="28"/>
          <w:szCs w:val="28"/>
        </w:rPr>
        <w:t>Homework is given out on a regular basis for the following reasons:</w:t>
      </w:r>
    </w:p>
    <w:p w:rsidR="00F37C3D" w:rsidRDefault="00F37C3D">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rsidR="00F37C3D" w:rsidRDefault="00F37C3D">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rsidR="00F37C3D" w:rsidRDefault="00F37C3D">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rsidR="00F37C3D" w:rsidRDefault="00F37C3D">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rsidR="00F37C3D" w:rsidRDefault="00F37C3D">
      <w:pPr>
        <w:rPr>
          <w:rFonts w:ascii="Comic Sans MS" w:hAnsi="Comic Sans MS"/>
          <w:sz w:val="28"/>
          <w:szCs w:val="28"/>
        </w:rPr>
      </w:pPr>
    </w:p>
    <w:p w:rsidR="00F37C3D" w:rsidRDefault="00F37C3D">
      <w:pPr>
        <w:numPr>
          <w:ilvl w:val="0"/>
          <w:numId w:val="2"/>
        </w:numPr>
        <w:rPr>
          <w:rFonts w:ascii="Comic Sans MS" w:hAnsi="Comic Sans MS"/>
          <w:sz w:val="28"/>
          <w:szCs w:val="28"/>
        </w:rPr>
      </w:pPr>
      <w:r>
        <w:rPr>
          <w:rFonts w:ascii="Comic Sans MS" w:hAnsi="Comic Sans MS"/>
          <w:sz w:val="28"/>
          <w:szCs w:val="28"/>
        </w:rPr>
        <w:t>S1 = 1 hour per week (includes reading)</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b/>
          <w:sz w:val="32"/>
          <w:szCs w:val="32"/>
        </w:rPr>
      </w:pPr>
    </w:p>
    <w:p w:rsidR="00F37C3D" w:rsidRDefault="00F37C3D">
      <w:pPr>
        <w:rPr>
          <w:rFonts w:ascii="Comic Sans MS" w:hAnsi="Comic Sans MS"/>
          <w:b/>
          <w:sz w:val="32"/>
          <w:szCs w:val="32"/>
        </w:rPr>
      </w:pPr>
    </w:p>
    <w:p w:rsidR="00F37C3D" w:rsidRDefault="00F37C3D">
      <w:pPr>
        <w:rPr>
          <w:rFonts w:ascii="Comic Sans MS" w:hAnsi="Comic Sans MS"/>
          <w:b/>
          <w:sz w:val="32"/>
          <w:szCs w:val="32"/>
        </w:rPr>
      </w:pPr>
    </w:p>
    <w:p w:rsidR="00F37C3D" w:rsidRDefault="00F37C3D">
      <w:pPr>
        <w:rPr>
          <w:rFonts w:ascii="Comic Sans MS" w:hAnsi="Comic Sans MS"/>
          <w:b/>
          <w:sz w:val="32"/>
          <w:szCs w:val="32"/>
        </w:rPr>
      </w:pPr>
    </w:p>
    <w:p w:rsidR="00F37C3D" w:rsidRDefault="00F37C3D">
      <w:pPr>
        <w:rPr>
          <w:rFonts w:ascii="Comic Sans MS" w:hAnsi="Comic Sans MS"/>
          <w:b/>
          <w:sz w:val="32"/>
          <w:szCs w:val="32"/>
        </w:rPr>
      </w:pPr>
      <w:r>
        <w:rPr>
          <w:rFonts w:ascii="Comic Sans MS" w:hAnsi="Comic Sans MS"/>
          <w:b/>
          <w:sz w:val="32"/>
          <w:szCs w:val="32"/>
        </w:rPr>
        <w:t>S1 (5-14 Curriculum)</w:t>
      </w:r>
    </w:p>
    <w:p w:rsidR="00F37C3D" w:rsidRDefault="00F37C3D">
      <w:pPr>
        <w:rPr>
          <w:rFonts w:ascii="Comic Sans MS" w:hAnsi="Comic Sans MS"/>
          <w:sz w:val="28"/>
          <w:szCs w:val="28"/>
        </w:rPr>
      </w:pPr>
    </w:p>
    <w:p w:rsidR="00F37C3D" w:rsidRDefault="00F37C3D">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rsidR="00F37C3D" w:rsidRDefault="00F37C3D">
      <w:pPr>
        <w:ind w:left="360"/>
        <w:rPr>
          <w:rFonts w:ascii="Comic Sans MS" w:hAnsi="Comic Sans MS"/>
          <w:sz w:val="28"/>
          <w:szCs w:val="28"/>
        </w:rPr>
      </w:pPr>
    </w:p>
    <w:p w:rsidR="00F37C3D" w:rsidRDefault="00F37C3D">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rsidR="00F37C3D" w:rsidRDefault="00F37C3D">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rsidR="00F37C3D" w:rsidRDefault="00F37C3D">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rsidR="00F37C3D" w:rsidRDefault="00F37C3D">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rsidR="00F37C3D" w:rsidRDefault="00F37C3D">
      <w:pPr>
        <w:ind w:left="360"/>
        <w:rPr>
          <w:rFonts w:ascii="Comic Sans MS" w:hAnsi="Comic Sans MS"/>
          <w:sz w:val="28"/>
          <w:szCs w:val="28"/>
        </w:rPr>
      </w:pPr>
    </w:p>
    <w:p w:rsidR="00F37C3D" w:rsidRDefault="00F37C3D">
      <w:pPr>
        <w:ind w:left="360"/>
        <w:rPr>
          <w:rFonts w:ascii="Comic Sans MS" w:hAnsi="Comic Sans MS"/>
          <w:sz w:val="28"/>
          <w:szCs w:val="28"/>
        </w:rPr>
      </w:pPr>
    </w:p>
    <w:p w:rsidR="00F37C3D" w:rsidRDefault="00F37C3D">
      <w:pPr>
        <w:numPr>
          <w:ilvl w:val="0"/>
          <w:numId w:val="5"/>
        </w:numPr>
        <w:rPr>
          <w:rFonts w:ascii="Comic Sans MS" w:hAnsi="Comic Sans MS"/>
          <w:sz w:val="28"/>
          <w:szCs w:val="28"/>
        </w:rPr>
      </w:pPr>
      <w:r>
        <w:rPr>
          <w:rFonts w:ascii="Comic Sans MS" w:hAnsi="Comic Sans MS"/>
          <w:sz w:val="28"/>
          <w:szCs w:val="28"/>
        </w:rPr>
        <w:t>Homework will be issued to pupils on Thursdays.</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b/>
          <w:sz w:val="28"/>
          <w:szCs w:val="28"/>
        </w:rPr>
      </w:pPr>
      <w:r>
        <w:rPr>
          <w:rFonts w:ascii="Comic Sans MS" w:hAnsi="Comic Sans MS"/>
          <w:b/>
          <w:sz w:val="28"/>
          <w:szCs w:val="28"/>
        </w:rPr>
        <w:t>Signature of parent/guardian:</w:t>
      </w:r>
    </w:p>
    <w:p w:rsidR="00F37C3D" w:rsidRDefault="00F37C3D">
      <w:pPr>
        <w:jc w:val="center"/>
      </w:pPr>
    </w:p>
    <w:p w:rsidR="00F37C3D" w:rsidRDefault="00F37C3D">
      <w:pPr>
        <w:jc w:val="center"/>
      </w:pPr>
    </w:p>
    <w:p w:rsidR="00F37C3D" w:rsidRDefault="00F37C3D">
      <w:pPr>
        <w:jc w:val="center"/>
      </w:pPr>
    </w:p>
    <w:p w:rsidR="00F37C3D" w:rsidRDefault="00F37C3D">
      <w:pPr>
        <w:jc w:val="center"/>
      </w:pPr>
    </w:p>
    <w:p w:rsidR="00F37C3D" w:rsidRDefault="00F37C3D">
      <w:pPr>
        <w:rPr>
          <w:rFonts w:ascii="Comic Sans MS" w:hAnsi="Comic Sans MS"/>
        </w:rPr>
      </w:pPr>
      <w:r>
        <w:rPr>
          <w:rFonts w:ascii="Comic Sans MS" w:hAnsi="Comic Sans MS"/>
          <w:b/>
          <w:sz w:val="28"/>
          <w:szCs w:val="28"/>
          <w:u w:val="single"/>
        </w:rPr>
        <w:t>Week 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type id="_x0000_t202" coordsize="21600,21600" o:spt="202" path="m,l,21600r21600,l21600,xe">
            <v:stroke joinstyle="miter"/>
            <v:path gradientshapeok="t" o:connecttype="rect"/>
          </v:shapetype>
          <v:shape id="_x0000_s1026" type="#_x0000_t202" style="position:absolute;margin-left:9pt;margin-top:6pt;width:27pt;height:45pt;z-index:251635200" stroked="f">
            <v:textbox>
              <w:txbxContent>
                <w:p w:rsidR="00F37C3D" w:rsidRDefault="00F37C3D">
                  <w:pPr>
                    <w:rPr>
                      <w:rFonts w:ascii="Comic Sans MS" w:hAnsi="Comic Sans MS"/>
                    </w:rPr>
                  </w:pPr>
                  <w:hyperlink r:id="rId9" w:history="1">
                    <w:r w:rsidRPr="00E41E3C">
                      <w:rPr>
                        <w:rFonts w:ascii="Arial" w:hAnsi="Arial" w:cs="Arial"/>
                        <w:noProof/>
                        <w:color w:val="0000FF"/>
                      </w:rPr>
                      <w:pict>
                        <v:shape id="_x0000_i1030"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pPr>
        <w:rPr>
          <w:rFonts w:ascii="Comic Sans MS" w:hAnsi="Comic Sans MS"/>
        </w:rPr>
      </w:pPr>
      <w:r>
        <w:rPr>
          <w:noProof/>
        </w:rPr>
        <w:pict>
          <v:shape id="_x0000_s1027" type="#_x0000_t202" style="position:absolute;margin-left:9pt;margin-top:11.95pt;width:36pt;height:36pt;z-index:251636224" stroked="f">
            <v:textbox>
              <w:txbxContent>
                <w:p w:rsidR="00F37C3D" w:rsidRDefault="00F37C3D">
                  <w:hyperlink r:id="rId11" w:history="1">
                    <w:r w:rsidRPr="00E41E3C">
                      <w:rPr>
                        <w:rFonts w:ascii="Arial" w:hAnsi="Arial" w:cs="Arial"/>
                        <w:noProof/>
                        <w:color w:val="0000FF"/>
                      </w:rPr>
                      <w:pict>
                        <v:shape id="_x0000_i1032" type="#_x0000_t75" style="width:28.5pt;height:28.5pt;visibility:visible">
                          <v:imagedata r:id="rId12" o:title=""/>
                        </v:shape>
                      </w:pict>
                    </w:r>
                  </w:hyperlink>
                </w:p>
              </w:txbxContent>
            </v:textbox>
          </v:shape>
        </w:pict>
      </w:r>
    </w:p>
    <w:p w:rsidR="00F37C3D" w:rsidRPr="00646D25" w:rsidRDefault="00F37C3D">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r>
        <w:rPr>
          <w:noProof/>
        </w:rPr>
        <w:pict>
          <v:shape id="_x0000_s1028" type="#_x0000_t202" style="position:absolute;margin-left:9pt;margin-top:17.6pt;width:36pt;height:45pt;z-index:251637248" stroked="f">
            <v:textbox>
              <w:txbxContent>
                <w:p w:rsidR="00F37C3D" w:rsidRDefault="00F37C3D">
                  <w:hyperlink r:id="rId13" w:history="1">
                    <w:r w:rsidRPr="00E41E3C">
                      <w:rPr>
                        <w:rFonts w:ascii="Arial" w:hAnsi="Arial" w:cs="Arial"/>
                        <w:noProof/>
                        <w:color w:val="0000FF"/>
                      </w:rPr>
                      <w:pict>
                        <v:shape id="_x0000_i1034"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29" type="#_x0000_t202" style="position:absolute;margin-left:9pt;margin-top:11.95pt;width:36pt;height:36pt;z-index:251678208" stroked="f">
            <v:textbox>
              <w:txbxContent>
                <w:p w:rsidR="00F37C3D" w:rsidRDefault="00F37C3D" w:rsidP="00646D25">
                  <w:hyperlink r:id="rId14" w:history="1">
                    <w:r w:rsidRPr="00E41E3C">
                      <w:rPr>
                        <w:rFonts w:ascii="Arial" w:hAnsi="Arial" w:cs="Arial"/>
                        <w:noProof/>
                        <w:color w:val="0000FF"/>
                      </w:rPr>
                      <w:pict>
                        <v:shape id="_x0000_i1036"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30" type="#_x0000_t202" style="position:absolute;margin-left:9pt;margin-top:6pt;width:27pt;height:45pt;z-index:251638272" stroked="f">
            <v:textbox>
              <w:txbxContent>
                <w:p w:rsidR="00F37C3D" w:rsidRDefault="00F37C3D">
                  <w:pPr>
                    <w:rPr>
                      <w:rFonts w:ascii="Comic Sans MS" w:hAnsi="Comic Sans MS"/>
                    </w:rPr>
                  </w:pPr>
                  <w:hyperlink r:id="rId15" w:history="1">
                    <w:r w:rsidRPr="00E41E3C">
                      <w:rPr>
                        <w:rFonts w:ascii="Arial" w:hAnsi="Arial" w:cs="Arial"/>
                        <w:noProof/>
                        <w:color w:val="0000FF"/>
                      </w:rPr>
                      <w:pict>
                        <v:shape id="_x0000_i1038"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31" type="#_x0000_t202" style="position:absolute;margin-left:9pt;margin-top:11.95pt;width:36pt;height:36pt;z-index:251679232" stroked="f">
            <v:textbox>
              <w:txbxContent>
                <w:p w:rsidR="00F37C3D" w:rsidRDefault="00F37C3D" w:rsidP="00646D25">
                  <w:hyperlink r:id="rId16" w:history="1">
                    <w:r w:rsidRPr="00E41E3C">
                      <w:rPr>
                        <w:rFonts w:ascii="Arial" w:hAnsi="Arial" w:cs="Arial"/>
                        <w:noProof/>
                        <w:color w:val="0000FF"/>
                      </w:rPr>
                      <w:pict>
                        <v:shape id="_x0000_i1040"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Due: __________________</w:t>
      </w:r>
    </w:p>
    <w:p w:rsidR="00F37C3D" w:rsidRDefault="00F37C3D">
      <w:pPr>
        <w:rPr>
          <w:rFonts w:ascii="Comic Sans MS" w:hAnsi="Comic Sans MS"/>
          <w:sz w:val="28"/>
          <w:szCs w:val="28"/>
        </w:rPr>
      </w:pPr>
      <w:r>
        <w:rPr>
          <w:noProof/>
        </w:rPr>
        <w:pict>
          <v:shape id="_x0000_s1032" type="#_x0000_t202" style="position:absolute;margin-left:9pt;margin-top:17.6pt;width:36pt;height:45pt;z-index:251639296" stroked="f">
            <v:textbox>
              <w:txbxContent>
                <w:p w:rsidR="00F37C3D" w:rsidRDefault="00F37C3D">
                  <w:hyperlink r:id="rId17" w:history="1">
                    <w:r w:rsidRPr="00E41E3C">
                      <w:rPr>
                        <w:rFonts w:ascii="Arial" w:hAnsi="Arial" w:cs="Arial"/>
                        <w:noProof/>
                        <w:color w:val="0000FF"/>
                      </w:rPr>
                      <w:pict>
                        <v:shape id="_x0000_i1042"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33" type="#_x0000_t202" style="position:absolute;margin-left:9pt;margin-top:11.95pt;width:36pt;height:36pt;z-index:251680256" stroked="f">
            <v:textbox>
              <w:txbxContent>
                <w:p w:rsidR="00F37C3D" w:rsidRDefault="00F37C3D" w:rsidP="00646D25">
                  <w:hyperlink r:id="rId18" w:history="1">
                    <w:r w:rsidRPr="00E41E3C">
                      <w:rPr>
                        <w:rFonts w:ascii="Arial" w:hAnsi="Arial" w:cs="Arial"/>
                        <w:noProof/>
                        <w:color w:val="0000FF"/>
                      </w:rPr>
                      <w:pict>
                        <v:shape id="_x0000_i1044"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b/>
          <w:sz w:val="28"/>
          <w:szCs w:val="28"/>
          <w:u w:val="single"/>
        </w:rPr>
      </w:pPr>
    </w:p>
    <w:p w:rsidR="00F37C3D" w:rsidRDefault="00F37C3D">
      <w:pPr>
        <w:rPr>
          <w:rFonts w:ascii="Comic Sans MS" w:hAnsi="Comic Sans MS"/>
        </w:rPr>
      </w:pPr>
      <w:r>
        <w:rPr>
          <w:rFonts w:ascii="Comic Sans MS" w:hAnsi="Comic Sans MS"/>
          <w:b/>
          <w:sz w:val="28"/>
          <w:szCs w:val="28"/>
          <w:u w:val="single"/>
        </w:rPr>
        <w:t>Week 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34" type="#_x0000_t202" style="position:absolute;margin-left:9pt;margin-top:6pt;width:27pt;height:45pt;z-index:251598336" stroked="f">
            <v:textbox>
              <w:txbxContent>
                <w:p w:rsidR="00F37C3D" w:rsidRDefault="00F37C3D">
                  <w:pPr>
                    <w:rPr>
                      <w:rFonts w:ascii="Comic Sans MS" w:hAnsi="Comic Sans MS"/>
                    </w:rPr>
                  </w:pPr>
                  <w:hyperlink r:id="rId19" w:history="1">
                    <w:r w:rsidRPr="00E41E3C">
                      <w:rPr>
                        <w:rFonts w:ascii="Arial" w:hAnsi="Arial" w:cs="Arial"/>
                        <w:noProof/>
                        <w:color w:val="0000FF"/>
                      </w:rPr>
                      <w:pict>
                        <v:shape id="_x0000_i1046"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35" type="#_x0000_t202" style="position:absolute;margin-left:9pt;margin-top:11.95pt;width:36pt;height:36pt;z-index:251681280" stroked="f">
            <v:textbox>
              <w:txbxContent>
                <w:p w:rsidR="00F37C3D" w:rsidRDefault="00F37C3D" w:rsidP="00646D25">
                  <w:hyperlink r:id="rId20" w:history="1">
                    <w:r w:rsidRPr="00E41E3C">
                      <w:rPr>
                        <w:rFonts w:ascii="Arial" w:hAnsi="Arial" w:cs="Arial"/>
                        <w:noProof/>
                        <w:color w:val="0000FF"/>
                      </w:rPr>
                      <w:pict>
                        <v:shape id="_x0000_i1048"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Pr="00646D25" w:rsidRDefault="00F37C3D">
      <w:pPr>
        <w:rPr>
          <w:rFonts w:ascii="Comic Sans MS" w:hAnsi="Comic Sans MS"/>
          <w:b/>
        </w:rPr>
      </w:pPr>
      <w:r>
        <w:rPr>
          <w:rFonts w:ascii="Comic Sans MS" w:hAnsi="Comic Sans MS"/>
          <w:b/>
          <w:sz w:val="28"/>
          <w:szCs w:val="28"/>
          <w:u w:val="single"/>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Pr="00646D25" w:rsidRDefault="00F37C3D">
      <w:pPr>
        <w:rPr>
          <w:rFonts w:ascii="Comic Sans MS" w:hAnsi="Comic Sans MS"/>
          <w:b/>
          <w:sz w:val="28"/>
          <w:szCs w:val="28"/>
        </w:rPr>
      </w:pPr>
      <w:r>
        <w:rPr>
          <w:noProof/>
        </w:rPr>
        <w:pict>
          <v:shape id="_x0000_s1036" type="#_x0000_t202" style="position:absolute;margin-left:9pt;margin-top:17.6pt;width:36pt;height:45pt;z-index:251599360" stroked="f">
            <v:textbox>
              <w:txbxContent>
                <w:p w:rsidR="00F37C3D" w:rsidRDefault="00F37C3D">
                  <w:hyperlink r:id="rId21" w:history="1">
                    <w:r w:rsidRPr="00E41E3C">
                      <w:rPr>
                        <w:rFonts w:ascii="Arial" w:hAnsi="Arial" w:cs="Arial"/>
                        <w:noProof/>
                        <w:color w:val="0000FF"/>
                      </w:rPr>
                      <w:pict>
                        <v:shape id="_x0000_i1050"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37" type="#_x0000_t202" style="position:absolute;margin-left:9pt;margin-top:11.95pt;width:36pt;height:36pt;z-index:251682304" stroked="f">
            <v:textbox>
              <w:txbxContent>
                <w:p w:rsidR="00F37C3D" w:rsidRDefault="00F37C3D" w:rsidP="00646D25">
                  <w:hyperlink r:id="rId22" w:history="1">
                    <w:r w:rsidRPr="00E41E3C">
                      <w:rPr>
                        <w:rFonts w:ascii="Arial" w:hAnsi="Arial" w:cs="Arial"/>
                        <w:noProof/>
                        <w:color w:val="0000FF"/>
                      </w:rPr>
                      <w:pict>
                        <v:shape id="_x0000_i1052"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38" type="#_x0000_t202" style="position:absolute;margin-left:9pt;margin-top:6pt;width:27pt;height:45pt;z-index:251600384" stroked="f">
            <v:textbox>
              <w:txbxContent>
                <w:p w:rsidR="00F37C3D" w:rsidRDefault="00F37C3D">
                  <w:pPr>
                    <w:rPr>
                      <w:rFonts w:ascii="Comic Sans MS" w:hAnsi="Comic Sans MS"/>
                    </w:rPr>
                  </w:pPr>
                  <w:hyperlink r:id="rId23" w:history="1">
                    <w:r w:rsidRPr="00E41E3C">
                      <w:rPr>
                        <w:rFonts w:ascii="Arial" w:hAnsi="Arial" w:cs="Arial"/>
                        <w:noProof/>
                        <w:color w:val="0000FF"/>
                      </w:rPr>
                      <w:pict>
                        <v:shape id="_x0000_i1054"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39" type="#_x0000_t202" style="position:absolute;margin-left:9pt;margin-top:11.95pt;width:36pt;height:36pt;z-index:251683328" stroked="f">
            <v:textbox>
              <w:txbxContent>
                <w:p w:rsidR="00F37C3D" w:rsidRDefault="00F37C3D" w:rsidP="00646D25">
                  <w:hyperlink r:id="rId24" w:history="1">
                    <w:r w:rsidRPr="00E41E3C">
                      <w:rPr>
                        <w:rFonts w:ascii="Arial" w:hAnsi="Arial" w:cs="Arial"/>
                        <w:noProof/>
                        <w:color w:val="0000FF"/>
                      </w:rPr>
                      <w:pict>
                        <v:shape id="_x0000_i1056" type="#_x0000_t75" style="width:28.5pt;height:28.5pt;visibility:visible">
                          <v:imagedata r:id="rId12" o:title=""/>
                        </v:shape>
                      </w:pict>
                    </w:r>
                  </w:hyperlink>
                </w:p>
              </w:txbxContent>
            </v:textbox>
          </v:shape>
        </w:pict>
      </w:r>
    </w:p>
    <w:p w:rsidR="00F37C3D" w:rsidRPr="00646D25" w:rsidRDefault="00F37C3D">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r>
        <w:rPr>
          <w:noProof/>
        </w:rPr>
        <w:pict>
          <v:shape id="_x0000_s1040" type="#_x0000_t202" style="position:absolute;margin-left:9pt;margin-top:17.6pt;width:36pt;height:45pt;z-index:251601408" stroked="f">
            <v:textbox>
              <w:txbxContent>
                <w:p w:rsidR="00F37C3D" w:rsidRDefault="00F37C3D">
                  <w:hyperlink r:id="rId25" w:history="1">
                    <w:r w:rsidRPr="00E41E3C">
                      <w:rPr>
                        <w:rFonts w:ascii="Arial" w:hAnsi="Arial" w:cs="Arial"/>
                        <w:noProof/>
                        <w:color w:val="0000FF"/>
                      </w:rPr>
                      <w:pict>
                        <v:shape id="_x0000_i1058"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41" type="#_x0000_t202" style="position:absolute;margin-left:9pt;margin-top:11.95pt;width:36pt;height:36pt;z-index:251684352" stroked="f">
            <v:textbox>
              <w:txbxContent>
                <w:p w:rsidR="00F37C3D" w:rsidRDefault="00F37C3D" w:rsidP="00646D25">
                  <w:hyperlink r:id="rId26" w:history="1">
                    <w:r w:rsidRPr="00E41E3C">
                      <w:rPr>
                        <w:rFonts w:ascii="Arial" w:hAnsi="Arial" w:cs="Arial"/>
                        <w:noProof/>
                        <w:color w:val="0000FF"/>
                      </w:rPr>
                      <w:pict>
                        <v:shape id="_x0000_i1060"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b/>
          <w:sz w:val="28"/>
          <w:szCs w:val="28"/>
          <w:u w:val="single"/>
        </w:rPr>
      </w:pPr>
    </w:p>
    <w:p w:rsidR="00F37C3D" w:rsidRDefault="00F37C3D">
      <w:pPr>
        <w:rPr>
          <w:rFonts w:ascii="Comic Sans MS" w:hAnsi="Comic Sans MS"/>
          <w:b/>
          <w:sz w:val="28"/>
          <w:szCs w:val="28"/>
          <w:u w:val="single"/>
        </w:rPr>
      </w:pPr>
    </w:p>
    <w:p w:rsidR="00F37C3D" w:rsidRDefault="00F37C3D">
      <w:pPr>
        <w:rPr>
          <w:rFonts w:ascii="Comic Sans MS" w:hAnsi="Comic Sans MS"/>
        </w:rPr>
      </w:pPr>
      <w:r>
        <w:rPr>
          <w:rFonts w:ascii="Comic Sans MS" w:hAnsi="Comic Sans MS"/>
          <w:b/>
          <w:sz w:val="28"/>
          <w:szCs w:val="28"/>
          <w:u w:val="single"/>
        </w:rPr>
        <w:t>Week 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42" type="#_x0000_t202" style="position:absolute;margin-left:9pt;margin-top:6pt;width:27pt;height:45pt;z-index:251602432" stroked="f">
            <v:textbox>
              <w:txbxContent>
                <w:p w:rsidR="00F37C3D" w:rsidRDefault="00F37C3D">
                  <w:pPr>
                    <w:rPr>
                      <w:rFonts w:ascii="Comic Sans MS" w:hAnsi="Comic Sans MS"/>
                    </w:rPr>
                  </w:pPr>
                  <w:hyperlink r:id="rId27" w:history="1">
                    <w:r w:rsidRPr="00E41E3C">
                      <w:rPr>
                        <w:rFonts w:ascii="Arial" w:hAnsi="Arial" w:cs="Arial"/>
                        <w:noProof/>
                        <w:color w:val="0000FF"/>
                      </w:rPr>
                      <w:pict>
                        <v:shape id="_x0000_i1062"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43" type="#_x0000_t202" style="position:absolute;margin-left:9pt;margin-top:11.95pt;width:36pt;height:36pt;z-index:251685376" stroked="f">
            <v:textbox>
              <w:txbxContent>
                <w:p w:rsidR="00F37C3D" w:rsidRDefault="00F37C3D" w:rsidP="00646D25">
                  <w:hyperlink r:id="rId28" w:history="1">
                    <w:r w:rsidRPr="00E41E3C">
                      <w:rPr>
                        <w:rFonts w:ascii="Arial" w:hAnsi="Arial" w:cs="Arial"/>
                        <w:noProof/>
                        <w:color w:val="0000FF"/>
                      </w:rPr>
                      <w:pict>
                        <v:shape id="_x0000_i1064"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r>
        <w:rPr>
          <w:noProof/>
        </w:rPr>
        <w:pict>
          <v:shape id="_x0000_s1044" type="#_x0000_t202" style="position:absolute;margin-left:9pt;margin-top:17.6pt;width:36pt;height:45pt;z-index:251603456" stroked="f">
            <v:textbox>
              <w:txbxContent>
                <w:p w:rsidR="00F37C3D" w:rsidRDefault="00F37C3D">
                  <w:hyperlink r:id="rId29" w:history="1">
                    <w:r w:rsidRPr="00E41E3C">
                      <w:rPr>
                        <w:rFonts w:ascii="Arial" w:hAnsi="Arial" w:cs="Arial"/>
                        <w:noProof/>
                        <w:color w:val="0000FF"/>
                      </w:rPr>
                      <w:pict>
                        <v:shape id="_x0000_i1066"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45" type="#_x0000_t202" style="position:absolute;margin-left:9pt;margin-top:11.95pt;width:36pt;height:36pt;z-index:251686400" stroked="f">
            <v:textbox>
              <w:txbxContent>
                <w:p w:rsidR="00F37C3D" w:rsidRDefault="00F37C3D" w:rsidP="00646D25">
                  <w:hyperlink r:id="rId30" w:history="1">
                    <w:r w:rsidRPr="00E41E3C">
                      <w:rPr>
                        <w:rFonts w:ascii="Arial" w:hAnsi="Arial" w:cs="Arial"/>
                        <w:noProof/>
                        <w:color w:val="0000FF"/>
                      </w:rPr>
                      <w:pict>
                        <v:shape id="_x0000_i1068" type="#_x0000_t75" style="width:28.5pt;height:28.5pt;visibility:visible">
                          <v:imagedata r:id="rId12" o:title=""/>
                        </v:shape>
                      </w:pict>
                    </w:r>
                  </w:hyperlink>
                </w:p>
              </w:txbxContent>
            </v:textbox>
          </v:shape>
        </w:pict>
      </w:r>
    </w:p>
    <w:p w:rsidR="00F37C3D" w:rsidRPr="00646D25" w:rsidRDefault="00F37C3D">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46" type="#_x0000_t202" style="position:absolute;margin-left:9pt;margin-top:6pt;width:27pt;height:45pt;z-index:251604480" stroked="f">
            <v:textbox>
              <w:txbxContent>
                <w:p w:rsidR="00F37C3D" w:rsidRDefault="00F37C3D">
                  <w:pPr>
                    <w:rPr>
                      <w:rFonts w:ascii="Comic Sans MS" w:hAnsi="Comic Sans MS"/>
                    </w:rPr>
                  </w:pPr>
                  <w:hyperlink r:id="rId31" w:history="1">
                    <w:r w:rsidRPr="00E41E3C">
                      <w:rPr>
                        <w:rFonts w:ascii="Arial" w:hAnsi="Arial" w:cs="Arial"/>
                        <w:noProof/>
                        <w:color w:val="0000FF"/>
                      </w:rPr>
                      <w:pict>
                        <v:shape id="_x0000_i1070"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47" type="#_x0000_t202" style="position:absolute;margin-left:9pt;margin-top:11.95pt;width:36pt;height:36pt;z-index:251687424" stroked="f">
            <v:textbox>
              <w:txbxContent>
                <w:p w:rsidR="00F37C3D" w:rsidRDefault="00F37C3D" w:rsidP="00646D25">
                  <w:hyperlink r:id="rId32" w:history="1">
                    <w:r w:rsidRPr="00E41E3C">
                      <w:rPr>
                        <w:rFonts w:ascii="Arial" w:hAnsi="Arial" w:cs="Arial"/>
                        <w:noProof/>
                        <w:color w:val="0000FF"/>
                      </w:rPr>
                      <w:pict>
                        <v:shape id="_x0000_i1072" type="#_x0000_t75" style="width:28.5pt;height:28.5pt;visibility:visible">
                          <v:imagedata r:id="rId12" o:title=""/>
                        </v:shape>
                      </w:pict>
                    </w:r>
                  </w:hyperlink>
                </w:p>
              </w:txbxContent>
            </v:textbox>
          </v:shape>
        </w:pict>
      </w:r>
    </w:p>
    <w:p w:rsidR="00F37C3D" w:rsidRDefault="00F37C3D">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Pr="00646D25" w:rsidRDefault="00F37C3D">
      <w:pPr>
        <w:rPr>
          <w:rFonts w:ascii="Comic Sans MS" w:hAnsi="Comic Sans MS"/>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r>
        <w:rPr>
          <w:noProof/>
        </w:rPr>
        <w:pict>
          <v:shape id="_x0000_s1048" type="#_x0000_t202" style="position:absolute;margin-left:9pt;margin-top:17.6pt;width:36pt;height:45pt;z-index:251605504" stroked="f">
            <v:textbox>
              <w:txbxContent>
                <w:p w:rsidR="00F37C3D" w:rsidRDefault="00F37C3D">
                  <w:hyperlink r:id="rId33" w:history="1">
                    <w:r w:rsidRPr="00E41E3C">
                      <w:rPr>
                        <w:rFonts w:ascii="Arial" w:hAnsi="Arial" w:cs="Arial"/>
                        <w:noProof/>
                        <w:color w:val="0000FF"/>
                      </w:rPr>
                      <w:pict>
                        <v:shape id="_x0000_i1074"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49" type="#_x0000_t202" style="position:absolute;margin-left:9pt;margin-top:11.95pt;width:36pt;height:36pt;z-index:251688448" stroked="f">
            <v:textbox>
              <w:txbxContent>
                <w:p w:rsidR="00F37C3D" w:rsidRDefault="00F37C3D" w:rsidP="00646D25">
                  <w:hyperlink r:id="rId34" w:history="1">
                    <w:r w:rsidRPr="00E41E3C">
                      <w:rPr>
                        <w:rFonts w:ascii="Arial" w:hAnsi="Arial" w:cs="Arial"/>
                        <w:noProof/>
                        <w:color w:val="0000FF"/>
                      </w:rPr>
                      <w:pict>
                        <v:shape id="_x0000_i1076" type="#_x0000_t75" style="width:28.5pt;height:28.5pt;visibility:visible">
                          <v:imagedata r:id="rId12" o:title=""/>
                        </v:shape>
                      </w:pict>
                    </w:r>
                  </w:hyperlink>
                </w:p>
              </w:txbxContent>
            </v:textbox>
          </v:shape>
        </w:pict>
      </w:r>
    </w:p>
    <w:p w:rsidR="00F37C3D" w:rsidRPr="00646D25" w:rsidRDefault="00F37C3D">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b/>
          <w:sz w:val="28"/>
          <w:szCs w:val="28"/>
          <w:u w:val="single"/>
        </w:rPr>
      </w:pPr>
    </w:p>
    <w:p w:rsidR="00F37C3D" w:rsidRDefault="00F37C3D">
      <w:pPr>
        <w:rPr>
          <w:rFonts w:ascii="Comic Sans MS" w:hAnsi="Comic Sans MS"/>
        </w:rPr>
      </w:pPr>
      <w:r>
        <w:rPr>
          <w:rFonts w:ascii="Comic Sans MS" w:hAnsi="Comic Sans MS"/>
          <w:b/>
          <w:sz w:val="28"/>
          <w:szCs w:val="28"/>
          <w:u w:val="single"/>
        </w:rPr>
        <w:t>Week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50" type="#_x0000_t202" style="position:absolute;margin-left:9pt;margin-top:6pt;width:27pt;height:45pt;z-index:251606528" stroked="f">
            <v:textbox>
              <w:txbxContent>
                <w:p w:rsidR="00F37C3D" w:rsidRDefault="00F37C3D">
                  <w:pPr>
                    <w:rPr>
                      <w:rFonts w:ascii="Comic Sans MS" w:hAnsi="Comic Sans MS"/>
                    </w:rPr>
                  </w:pPr>
                  <w:hyperlink r:id="rId35" w:history="1">
                    <w:r w:rsidRPr="00E41E3C">
                      <w:rPr>
                        <w:rFonts w:ascii="Arial" w:hAnsi="Arial" w:cs="Arial"/>
                        <w:noProof/>
                        <w:color w:val="0000FF"/>
                      </w:rPr>
                      <w:pict>
                        <v:shape id="_x0000_i1078"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51" type="#_x0000_t202" style="position:absolute;margin-left:9pt;margin-top:11.95pt;width:36pt;height:36pt;z-index:251689472" stroked="f">
            <v:textbox>
              <w:txbxContent>
                <w:p w:rsidR="00F37C3D" w:rsidRDefault="00F37C3D" w:rsidP="00646D25">
                  <w:hyperlink r:id="rId36" w:history="1">
                    <w:r w:rsidRPr="00E41E3C">
                      <w:rPr>
                        <w:rFonts w:ascii="Arial" w:hAnsi="Arial" w:cs="Arial"/>
                        <w:noProof/>
                        <w:color w:val="0000FF"/>
                      </w:rPr>
                      <w:pict>
                        <v:shape id="_x0000_i1080"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r>
        <w:rPr>
          <w:noProof/>
        </w:rPr>
        <w:pict>
          <v:shape id="_x0000_s1052" type="#_x0000_t202" style="position:absolute;margin-left:9pt;margin-top:17.6pt;width:36pt;height:45pt;z-index:251607552" stroked="f">
            <v:textbox>
              <w:txbxContent>
                <w:p w:rsidR="00F37C3D" w:rsidRDefault="00F37C3D">
                  <w:hyperlink r:id="rId37" w:history="1">
                    <w:r w:rsidRPr="00E41E3C">
                      <w:rPr>
                        <w:rFonts w:ascii="Arial" w:hAnsi="Arial" w:cs="Arial"/>
                        <w:noProof/>
                        <w:color w:val="0000FF"/>
                      </w:rPr>
                      <w:pict>
                        <v:shape id="_x0000_i1082"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53" type="#_x0000_t202" style="position:absolute;margin-left:9pt;margin-top:11.95pt;width:36pt;height:36pt;z-index:251690496" stroked="f">
            <v:textbox>
              <w:txbxContent>
                <w:p w:rsidR="00F37C3D" w:rsidRDefault="00F37C3D" w:rsidP="00646D25">
                  <w:hyperlink r:id="rId38" w:history="1">
                    <w:r w:rsidRPr="00E41E3C">
                      <w:rPr>
                        <w:rFonts w:ascii="Arial" w:hAnsi="Arial" w:cs="Arial"/>
                        <w:noProof/>
                        <w:color w:val="0000FF"/>
                      </w:rPr>
                      <w:pict>
                        <v:shape id="_x0000_i1084"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54" type="#_x0000_t202" style="position:absolute;margin-left:9pt;margin-top:6pt;width:27pt;height:45pt;z-index:251608576" stroked="f">
            <v:textbox>
              <w:txbxContent>
                <w:p w:rsidR="00F37C3D" w:rsidRDefault="00F37C3D">
                  <w:pPr>
                    <w:rPr>
                      <w:rFonts w:ascii="Comic Sans MS" w:hAnsi="Comic Sans MS"/>
                    </w:rPr>
                  </w:pPr>
                  <w:hyperlink r:id="rId39" w:history="1">
                    <w:r w:rsidRPr="00E41E3C">
                      <w:rPr>
                        <w:rFonts w:ascii="Arial" w:hAnsi="Arial" w:cs="Arial"/>
                        <w:noProof/>
                        <w:color w:val="0000FF"/>
                      </w:rPr>
                      <w:pict>
                        <v:shape id="_x0000_i1086"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55" type="#_x0000_t202" style="position:absolute;margin-left:9pt;margin-top:11.95pt;width:36pt;height:36pt;z-index:251691520" stroked="f">
            <v:textbox>
              <w:txbxContent>
                <w:p w:rsidR="00F37C3D" w:rsidRDefault="00F37C3D" w:rsidP="00646D25">
                  <w:hyperlink r:id="rId40" w:history="1">
                    <w:r w:rsidRPr="00E41E3C">
                      <w:rPr>
                        <w:rFonts w:ascii="Arial" w:hAnsi="Arial" w:cs="Arial"/>
                        <w:noProof/>
                        <w:color w:val="0000FF"/>
                      </w:rPr>
                      <w:pict>
                        <v:shape id="_x0000_i1088"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r>
        <w:rPr>
          <w:noProof/>
        </w:rPr>
        <w:pict>
          <v:shape id="_x0000_s1056" type="#_x0000_t202" style="position:absolute;margin-left:9pt;margin-top:17.6pt;width:36pt;height:45pt;z-index:251609600" stroked="f">
            <v:textbox>
              <w:txbxContent>
                <w:p w:rsidR="00F37C3D" w:rsidRDefault="00F37C3D">
                  <w:hyperlink r:id="rId41" w:history="1">
                    <w:r w:rsidRPr="00E41E3C">
                      <w:rPr>
                        <w:rFonts w:ascii="Arial" w:hAnsi="Arial" w:cs="Arial"/>
                        <w:noProof/>
                        <w:color w:val="0000FF"/>
                      </w:rPr>
                      <w:pict>
                        <v:shape id="_x0000_i1090"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57" type="#_x0000_t202" style="position:absolute;margin-left:9pt;margin-top:11.95pt;width:36pt;height:36pt;z-index:251692544" stroked="f">
            <v:textbox>
              <w:txbxContent>
                <w:p w:rsidR="00F37C3D" w:rsidRDefault="00F37C3D" w:rsidP="00646D25">
                  <w:hyperlink r:id="rId42" w:history="1">
                    <w:r w:rsidRPr="00E41E3C">
                      <w:rPr>
                        <w:rFonts w:ascii="Arial" w:hAnsi="Arial" w:cs="Arial"/>
                        <w:noProof/>
                        <w:color w:val="0000FF"/>
                      </w:rPr>
                      <w:pict>
                        <v:shape id="_x0000_i1092"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b/>
          <w:sz w:val="28"/>
          <w:szCs w:val="28"/>
          <w:u w:val="single"/>
        </w:rPr>
      </w:pPr>
    </w:p>
    <w:p w:rsidR="00F37C3D" w:rsidRDefault="00F37C3D">
      <w:pPr>
        <w:rPr>
          <w:rFonts w:ascii="Comic Sans MS" w:hAnsi="Comic Sans MS"/>
        </w:rPr>
      </w:pPr>
      <w:r>
        <w:rPr>
          <w:rFonts w:ascii="Comic Sans MS" w:hAnsi="Comic Sans MS"/>
          <w:b/>
          <w:sz w:val="28"/>
          <w:szCs w:val="28"/>
          <w:u w:val="single"/>
        </w:rPr>
        <w:t>Week 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58" type="#_x0000_t202" style="position:absolute;margin-left:9pt;margin-top:6pt;width:27pt;height:45pt;z-index:251610624" stroked="f">
            <v:textbox>
              <w:txbxContent>
                <w:p w:rsidR="00F37C3D" w:rsidRDefault="00F37C3D">
                  <w:pPr>
                    <w:rPr>
                      <w:rFonts w:ascii="Comic Sans MS" w:hAnsi="Comic Sans MS"/>
                    </w:rPr>
                  </w:pPr>
                  <w:hyperlink r:id="rId43" w:history="1">
                    <w:r w:rsidRPr="00E41E3C">
                      <w:rPr>
                        <w:rFonts w:ascii="Arial" w:hAnsi="Arial" w:cs="Arial"/>
                        <w:noProof/>
                        <w:color w:val="0000FF"/>
                      </w:rPr>
                      <w:pict>
                        <v:shape id="_x0000_i1094"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59" type="#_x0000_t202" style="position:absolute;margin-left:9pt;margin-top:11.95pt;width:36pt;height:36pt;z-index:251693568" stroked="f">
            <v:textbox>
              <w:txbxContent>
                <w:p w:rsidR="00F37C3D" w:rsidRDefault="00F37C3D" w:rsidP="00646D25">
                  <w:hyperlink r:id="rId44" w:history="1">
                    <w:r w:rsidRPr="00E41E3C">
                      <w:rPr>
                        <w:rFonts w:ascii="Arial" w:hAnsi="Arial" w:cs="Arial"/>
                        <w:noProof/>
                        <w:color w:val="0000FF"/>
                      </w:rPr>
                      <w:pict>
                        <v:shape id="_x0000_i1096"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Pr="00646D25" w:rsidRDefault="00F37C3D">
      <w:pPr>
        <w:rPr>
          <w:rFonts w:ascii="Comic Sans MS" w:hAnsi="Comic Sans MS"/>
        </w:rPr>
      </w:pPr>
      <w:r>
        <w:rPr>
          <w:rFonts w:ascii="Comic Sans MS" w:hAnsi="Comic Sans MS"/>
          <w:b/>
          <w:sz w:val="28"/>
          <w:szCs w:val="28"/>
          <w:u w:val="single"/>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r>
        <w:rPr>
          <w:noProof/>
        </w:rPr>
        <w:pict>
          <v:shape id="_x0000_s1060" type="#_x0000_t202" style="position:absolute;margin-left:9pt;margin-top:17.6pt;width:36pt;height:45pt;z-index:251611648;mso-position-horizontal-relative:text;mso-position-vertical-relative:text" stroked="f">
            <v:textbox>
              <w:txbxContent>
                <w:p w:rsidR="00F37C3D" w:rsidRDefault="00F37C3D">
                  <w:hyperlink r:id="rId45" w:history="1">
                    <w:r w:rsidRPr="00E41E3C">
                      <w:rPr>
                        <w:rFonts w:ascii="Arial" w:hAnsi="Arial" w:cs="Arial"/>
                        <w:noProof/>
                        <w:color w:val="0000FF"/>
                      </w:rPr>
                      <w:pict>
                        <v:shape id="_x0000_i1098"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61" type="#_x0000_t202" style="position:absolute;margin-left:9pt;margin-top:11.95pt;width:36pt;height:36pt;z-index:251694592" stroked="f">
            <v:textbox>
              <w:txbxContent>
                <w:p w:rsidR="00F37C3D" w:rsidRDefault="00F37C3D" w:rsidP="00646D25">
                  <w:hyperlink r:id="rId46" w:history="1">
                    <w:r w:rsidRPr="00E41E3C">
                      <w:rPr>
                        <w:rFonts w:ascii="Arial" w:hAnsi="Arial" w:cs="Arial"/>
                        <w:noProof/>
                        <w:color w:val="0000FF"/>
                      </w:rPr>
                      <w:pict>
                        <v:shape id="_x0000_i1100" type="#_x0000_t75" style="width:28.5pt;height:28.5pt;visibility:visible">
                          <v:imagedata r:id="rId12" o:title=""/>
                        </v:shape>
                      </w:pict>
                    </w:r>
                  </w:hyperlink>
                </w:p>
              </w:txbxContent>
            </v:textbox>
          </v:shape>
        </w:pict>
      </w:r>
    </w:p>
    <w:p w:rsidR="00F37C3D" w:rsidRPr="00646D25" w:rsidRDefault="00F37C3D">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62" type="#_x0000_t202" style="position:absolute;margin-left:9pt;margin-top:6pt;width:27pt;height:45pt;z-index:251612672" stroked="f">
            <v:textbox>
              <w:txbxContent>
                <w:p w:rsidR="00F37C3D" w:rsidRDefault="00F37C3D">
                  <w:pPr>
                    <w:rPr>
                      <w:rFonts w:ascii="Comic Sans MS" w:hAnsi="Comic Sans MS"/>
                    </w:rPr>
                  </w:pPr>
                  <w:hyperlink r:id="rId47" w:history="1">
                    <w:r w:rsidRPr="00E41E3C">
                      <w:rPr>
                        <w:rFonts w:ascii="Arial" w:hAnsi="Arial" w:cs="Arial"/>
                        <w:noProof/>
                        <w:color w:val="0000FF"/>
                      </w:rPr>
                      <w:pict>
                        <v:shape id="_x0000_i1102"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63" type="#_x0000_t202" style="position:absolute;margin-left:9pt;margin-top:11.95pt;width:36pt;height:36pt;z-index:251695616" stroked="f">
            <v:textbox>
              <w:txbxContent>
                <w:p w:rsidR="00F37C3D" w:rsidRDefault="00F37C3D" w:rsidP="00646D25">
                  <w:hyperlink r:id="rId48" w:history="1">
                    <w:r w:rsidRPr="00E41E3C">
                      <w:rPr>
                        <w:rFonts w:ascii="Arial" w:hAnsi="Arial" w:cs="Arial"/>
                        <w:noProof/>
                        <w:color w:val="0000FF"/>
                      </w:rPr>
                      <w:pict>
                        <v:shape id="_x0000_i1104"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r>
        <w:rPr>
          <w:noProof/>
        </w:rPr>
        <w:pict>
          <v:shape id="_x0000_s1064" type="#_x0000_t202" style="position:absolute;margin-left:9pt;margin-top:17.6pt;width:36pt;height:45pt;z-index:251613696" stroked="f">
            <v:textbox>
              <w:txbxContent>
                <w:p w:rsidR="00F37C3D" w:rsidRDefault="00F37C3D">
                  <w:hyperlink r:id="rId49" w:history="1">
                    <w:r w:rsidRPr="00E41E3C">
                      <w:rPr>
                        <w:rFonts w:ascii="Arial" w:hAnsi="Arial" w:cs="Arial"/>
                        <w:noProof/>
                        <w:color w:val="0000FF"/>
                      </w:rPr>
                      <w:pict>
                        <v:shape id="_x0000_i1106"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65" type="#_x0000_t202" style="position:absolute;margin-left:9pt;margin-top:11.95pt;width:36pt;height:36pt;z-index:251696640" stroked="f">
            <v:textbox>
              <w:txbxContent>
                <w:p w:rsidR="00F37C3D" w:rsidRDefault="00F37C3D" w:rsidP="00646D25">
                  <w:hyperlink r:id="rId50" w:history="1">
                    <w:r w:rsidRPr="00E41E3C">
                      <w:rPr>
                        <w:rFonts w:ascii="Arial" w:hAnsi="Arial" w:cs="Arial"/>
                        <w:noProof/>
                        <w:color w:val="0000FF"/>
                      </w:rPr>
                      <w:pict>
                        <v:shape id="_x0000_i1108" type="#_x0000_t75" style="width:28.5pt;height:28.5pt;visibility:visible">
                          <v:imagedata r:id="rId12" o:title=""/>
                        </v:shape>
                      </w:pict>
                    </w:r>
                  </w:hyperlink>
                </w:p>
              </w:txbxContent>
            </v:textbox>
          </v:shape>
        </w:pict>
      </w:r>
    </w:p>
    <w:p w:rsidR="00F37C3D" w:rsidRPr="00646D25" w:rsidRDefault="00F37C3D">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b/>
          <w:sz w:val="28"/>
          <w:szCs w:val="28"/>
          <w:u w:val="single"/>
        </w:rPr>
      </w:pPr>
    </w:p>
    <w:p w:rsidR="00F37C3D" w:rsidRDefault="00F37C3D">
      <w:pPr>
        <w:rPr>
          <w:rFonts w:ascii="Comic Sans MS" w:hAnsi="Comic Sans MS"/>
          <w:b/>
          <w:sz w:val="28"/>
          <w:szCs w:val="28"/>
          <w:u w:val="single"/>
        </w:rPr>
      </w:pPr>
    </w:p>
    <w:p w:rsidR="00F37C3D" w:rsidRDefault="00F37C3D">
      <w:pPr>
        <w:rPr>
          <w:rFonts w:ascii="Comic Sans MS" w:hAnsi="Comic Sans MS"/>
        </w:rPr>
      </w:pPr>
      <w:r>
        <w:rPr>
          <w:rFonts w:ascii="Comic Sans MS" w:hAnsi="Comic Sans MS"/>
          <w:b/>
          <w:sz w:val="28"/>
          <w:szCs w:val="28"/>
          <w:u w:val="single"/>
        </w:rPr>
        <w:t>Week 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66" type="#_x0000_t202" style="position:absolute;margin-left:9pt;margin-top:6pt;width:27pt;height:45pt;z-index:251614720" stroked="f">
            <v:textbox>
              <w:txbxContent>
                <w:p w:rsidR="00F37C3D" w:rsidRDefault="00F37C3D">
                  <w:pPr>
                    <w:rPr>
                      <w:rFonts w:ascii="Comic Sans MS" w:hAnsi="Comic Sans MS"/>
                    </w:rPr>
                  </w:pPr>
                  <w:hyperlink r:id="rId51" w:history="1">
                    <w:r w:rsidRPr="00E41E3C">
                      <w:rPr>
                        <w:rFonts w:ascii="Arial" w:hAnsi="Arial" w:cs="Arial"/>
                        <w:noProof/>
                        <w:color w:val="0000FF"/>
                      </w:rPr>
                      <w:pict>
                        <v:shape id="_x0000_i1110"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646D25">
      <w:pPr>
        <w:ind w:left="720" w:firstLine="720"/>
        <w:rPr>
          <w:rFonts w:ascii="Comic Sans MS" w:hAnsi="Comic Sans MS"/>
        </w:rPr>
      </w:pP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67" type="#_x0000_t202" style="position:absolute;margin-left:9pt;margin-top:11.95pt;width:36pt;height:36pt;z-index:251697664" stroked="f">
            <v:textbox>
              <w:txbxContent>
                <w:p w:rsidR="00F37C3D" w:rsidRDefault="00F37C3D" w:rsidP="00646D25">
                  <w:hyperlink r:id="rId52" w:history="1">
                    <w:r w:rsidRPr="00E41E3C">
                      <w:rPr>
                        <w:rFonts w:ascii="Arial" w:hAnsi="Arial" w:cs="Arial"/>
                        <w:noProof/>
                        <w:color w:val="0000FF"/>
                      </w:rPr>
                      <w:pict>
                        <v:shape id="_x0000_i1112" type="#_x0000_t75" style="width:28.5pt;height:28.5pt;visibility:visible">
                          <v:imagedata r:id="rId12" o:title=""/>
                        </v:shape>
                      </w:pict>
                    </w:r>
                  </w:hyperlink>
                </w:p>
              </w:txbxContent>
            </v:textbox>
          </v:shape>
        </w:pict>
      </w:r>
    </w:p>
    <w:p w:rsidR="00F37C3D" w:rsidRPr="00646D25" w:rsidRDefault="00F37C3D" w:rsidP="00646D25">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r>
        <w:rPr>
          <w:noProof/>
        </w:rPr>
        <w:pict>
          <v:shape id="_x0000_s1068" type="#_x0000_t202" style="position:absolute;margin-left:9pt;margin-top:17.6pt;width:36pt;height:45pt;z-index:251615744" stroked="f">
            <v:textbox>
              <w:txbxContent>
                <w:p w:rsidR="00F37C3D" w:rsidRDefault="00F37C3D">
                  <w:hyperlink r:id="rId53" w:history="1">
                    <w:r w:rsidRPr="00E41E3C">
                      <w:rPr>
                        <w:rFonts w:ascii="Arial" w:hAnsi="Arial" w:cs="Arial"/>
                        <w:noProof/>
                        <w:color w:val="0000FF"/>
                      </w:rPr>
                      <w:pict>
                        <v:shape id="_x0000_i1114"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646D25">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646D25">
      <w:pPr>
        <w:rPr>
          <w:rFonts w:ascii="Comic Sans MS" w:hAnsi="Comic Sans MS"/>
        </w:rPr>
      </w:pPr>
      <w:r>
        <w:rPr>
          <w:noProof/>
        </w:rPr>
        <w:pict>
          <v:shape id="_x0000_s1069" type="#_x0000_t202" style="position:absolute;margin-left:9pt;margin-top:11.95pt;width:36pt;height:36pt;z-index:251698688" stroked="f">
            <v:textbox>
              <w:txbxContent>
                <w:p w:rsidR="00F37C3D" w:rsidRDefault="00F37C3D" w:rsidP="00646D25">
                  <w:hyperlink r:id="rId54" w:history="1">
                    <w:r w:rsidRPr="00E41E3C">
                      <w:rPr>
                        <w:rFonts w:ascii="Arial" w:hAnsi="Arial" w:cs="Arial"/>
                        <w:noProof/>
                        <w:color w:val="0000FF"/>
                      </w:rPr>
                      <w:pict>
                        <v:shape id="_x0000_i1116" type="#_x0000_t75" style="width:28.5pt;height:28.5pt;visibility:visible">
                          <v:imagedata r:id="rId12" o:title=""/>
                        </v:shape>
                      </w:pict>
                    </w:r>
                  </w:hyperlink>
                </w:p>
              </w:txbxContent>
            </v:textbox>
          </v:shape>
        </w:pict>
      </w:r>
    </w:p>
    <w:p w:rsidR="00F37C3D" w:rsidRPr="00646D25" w:rsidRDefault="00F37C3D">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646D25">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70" type="#_x0000_t202" style="position:absolute;margin-left:9pt;margin-top:6pt;width:27pt;height:45pt;z-index:251616768" stroked="f">
            <v:textbox>
              <w:txbxContent>
                <w:p w:rsidR="00F37C3D" w:rsidRDefault="00F37C3D">
                  <w:pPr>
                    <w:rPr>
                      <w:rFonts w:ascii="Comic Sans MS" w:hAnsi="Comic Sans MS"/>
                    </w:rPr>
                  </w:pPr>
                  <w:hyperlink r:id="rId55" w:history="1">
                    <w:r w:rsidRPr="00E41E3C">
                      <w:rPr>
                        <w:rFonts w:ascii="Arial" w:hAnsi="Arial" w:cs="Arial"/>
                        <w:noProof/>
                        <w:color w:val="0000FF"/>
                      </w:rPr>
                      <w:pict>
                        <v:shape id="_x0000_i1118"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39164F">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39164F">
      <w:pPr>
        <w:rPr>
          <w:rFonts w:ascii="Comic Sans MS" w:hAnsi="Comic Sans MS"/>
        </w:rPr>
      </w:pPr>
      <w:r>
        <w:rPr>
          <w:noProof/>
        </w:rPr>
        <w:pict>
          <v:shape id="_x0000_s1071" type="#_x0000_t202" style="position:absolute;margin-left:9pt;margin-top:11.95pt;width:36pt;height:36pt;z-index:251699712" stroked="f">
            <v:textbox>
              <w:txbxContent>
                <w:p w:rsidR="00F37C3D" w:rsidRDefault="00F37C3D" w:rsidP="0039164F">
                  <w:hyperlink r:id="rId56" w:history="1">
                    <w:r w:rsidRPr="00E41E3C">
                      <w:rPr>
                        <w:rFonts w:ascii="Arial" w:hAnsi="Arial" w:cs="Arial"/>
                        <w:noProof/>
                        <w:color w:val="0000FF"/>
                      </w:rPr>
                      <w:pict>
                        <v:shape id="_x0000_i1120" type="#_x0000_t75" style="width:28.5pt;height:28.5pt;visibility:visible">
                          <v:imagedata r:id="rId12" o:title=""/>
                        </v:shape>
                      </w:pict>
                    </w:r>
                  </w:hyperlink>
                </w:p>
              </w:txbxContent>
            </v:textbox>
          </v:shape>
        </w:pict>
      </w:r>
    </w:p>
    <w:p w:rsidR="00F37C3D" w:rsidRPr="00646D25" w:rsidRDefault="00F37C3D" w:rsidP="0039164F">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39164F">
        <w:rPr>
          <w:rFonts w:ascii="Comic Sans MS" w:hAnsi="Comic Sans MS"/>
          <w:b/>
        </w:rPr>
        <w:t>Date Due: __________________</w:t>
      </w:r>
    </w:p>
    <w:p w:rsidR="00F37C3D" w:rsidRDefault="00F37C3D">
      <w:pPr>
        <w:rPr>
          <w:rFonts w:ascii="Comic Sans MS" w:hAnsi="Comic Sans MS"/>
          <w:sz w:val="28"/>
          <w:szCs w:val="28"/>
        </w:rPr>
      </w:pPr>
      <w:r>
        <w:rPr>
          <w:noProof/>
        </w:rPr>
        <w:pict>
          <v:shape id="_x0000_s1072" type="#_x0000_t202" style="position:absolute;margin-left:9pt;margin-top:17.6pt;width:36pt;height:45pt;z-index:251617792" stroked="f">
            <v:textbox>
              <w:txbxContent>
                <w:p w:rsidR="00F37C3D" w:rsidRDefault="00F37C3D">
                  <w:hyperlink r:id="rId57" w:history="1">
                    <w:r w:rsidRPr="00E41E3C">
                      <w:rPr>
                        <w:rFonts w:ascii="Arial" w:hAnsi="Arial" w:cs="Arial"/>
                        <w:noProof/>
                        <w:color w:val="0000FF"/>
                      </w:rPr>
                      <w:pict>
                        <v:shape id="_x0000_i1122"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39164F">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39164F">
      <w:pPr>
        <w:rPr>
          <w:rFonts w:ascii="Comic Sans MS" w:hAnsi="Comic Sans MS"/>
        </w:rPr>
      </w:pPr>
      <w:r>
        <w:rPr>
          <w:noProof/>
        </w:rPr>
        <w:pict>
          <v:shape id="_x0000_s1073" type="#_x0000_t202" style="position:absolute;margin-left:9pt;margin-top:11.95pt;width:36pt;height:36pt;z-index:251700736" stroked="f">
            <v:textbox>
              <w:txbxContent>
                <w:p w:rsidR="00F37C3D" w:rsidRDefault="00F37C3D" w:rsidP="0039164F">
                  <w:hyperlink r:id="rId58" w:history="1">
                    <w:r w:rsidRPr="00E41E3C">
                      <w:rPr>
                        <w:rFonts w:ascii="Arial" w:hAnsi="Arial" w:cs="Arial"/>
                        <w:noProof/>
                        <w:color w:val="0000FF"/>
                      </w:rPr>
                      <w:pict>
                        <v:shape id="_x0000_i1124" type="#_x0000_t75" style="width:28.5pt;height:28.5pt;visibility:visible">
                          <v:imagedata r:id="rId12" o:title=""/>
                        </v:shape>
                      </w:pict>
                    </w:r>
                  </w:hyperlink>
                </w:p>
              </w:txbxContent>
            </v:textbox>
          </v:shape>
        </w:pict>
      </w:r>
    </w:p>
    <w:p w:rsidR="00F37C3D" w:rsidRPr="0039164F" w:rsidRDefault="00F37C3D">
      <w:pPr>
        <w:rPr>
          <w:rFonts w:ascii="Comic Sans MS" w:hAnsi="Comic Sans MS"/>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r>
        <w:rPr>
          <w:rFonts w:ascii="Comic Sans MS" w:hAnsi="Comic Sans MS"/>
          <w:b/>
          <w:sz w:val="28"/>
          <w:szCs w:val="28"/>
          <w:u w:val="single"/>
        </w:rPr>
        <w:t>Week 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39164F">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74" type="#_x0000_t202" style="position:absolute;margin-left:9pt;margin-top:6pt;width:27pt;height:45pt;z-index:251618816" stroked="f">
            <v:textbox>
              <w:txbxContent>
                <w:p w:rsidR="00F37C3D" w:rsidRDefault="00F37C3D">
                  <w:pPr>
                    <w:rPr>
                      <w:rFonts w:ascii="Comic Sans MS" w:hAnsi="Comic Sans MS"/>
                    </w:rPr>
                  </w:pPr>
                  <w:hyperlink r:id="rId59" w:history="1">
                    <w:r w:rsidRPr="00E41E3C">
                      <w:rPr>
                        <w:rFonts w:ascii="Arial" w:hAnsi="Arial" w:cs="Arial"/>
                        <w:noProof/>
                        <w:color w:val="0000FF"/>
                      </w:rPr>
                      <w:pict>
                        <v:shape id="_x0000_i1126"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75" type="#_x0000_t202" style="position:absolute;margin-left:9pt;margin-top:11.95pt;width:36pt;height:36pt;z-index:251701760" stroked="f">
            <v:textbox>
              <w:txbxContent>
                <w:p w:rsidR="00F37C3D" w:rsidRDefault="00F37C3D" w:rsidP="009B7137">
                  <w:hyperlink r:id="rId60" w:history="1">
                    <w:r w:rsidRPr="00E41E3C">
                      <w:rPr>
                        <w:rFonts w:ascii="Arial" w:hAnsi="Arial" w:cs="Arial"/>
                        <w:noProof/>
                        <w:color w:val="0000FF"/>
                      </w:rPr>
                      <w:pict>
                        <v:shape id="_x0000_i1128"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r>
        <w:rPr>
          <w:noProof/>
        </w:rPr>
        <w:pict>
          <v:shape id="_x0000_s1076" type="#_x0000_t202" style="position:absolute;margin-left:9pt;margin-top:17.6pt;width:36pt;height:45pt;z-index:251619840" stroked="f">
            <v:textbox>
              <w:txbxContent>
                <w:p w:rsidR="00F37C3D" w:rsidRDefault="00F37C3D">
                  <w:hyperlink r:id="rId61" w:history="1">
                    <w:r w:rsidRPr="00E41E3C">
                      <w:rPr>
                        <w:rFonts w:ascii="Arial" w:hAnsi="Arial" w:cs="Arial"/>
                        <w:noProof/>
                        <w:color w:val="0000FF"/>
                      </w:rPr>
                      <w:pict>
                        <v:shape id="_x0000_i1130"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77" type="#_x0000_t202" style="position:absolute;margin-left:9pt;margin-top:11.95pt;width:36pt;height:36pt;z-index:251702784" stroked="f">
            <v:textbox>
              <w:txbxContent>
                <w:p w:rsidR="00F37C3D" w:rsidRDefault="00F37C3D" w:rsidP="009B7137">
                  <w:hyperlink r:id="rId62" w:history="1">
                    <w:r w:rsidRPr="00E41E3C">
                      <w:rPr>
                        <w:rFonts w:ascii="Arial" w:hAnsi="Arial" w:cs="Arial"/>
                        <w:noProof/>
                        <w:color w:val="0000FF"/>
                      </w:rPr>
                      <w:pict>
                        <v:shape id="_x0000_i1132"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78" type="#_x0000_t202" style="position:absolute;margin-left:9pt;margin-top:6pt;width:27pt;height:45pt;z-index:251620864" stroked="f">
            <v:textbox>
              <w:txbxContent>
                <w:p w:rsidR="00F37C3D" w:rsidRDefault="00F37C3D">
                  <w:pPr>
                    <w:rPr>
                      <w:rFonts w:ascii="Comic Sans MS" w:hAnsi="Comic Sans MS"/>
                    </w:rPr>
                  </w:pPr>
                  <w:hyperlink r:id="rId63" w:history="1">
                    <w:r w:rsidRPr="00E41E3C">
                      <w:rPr>
                        <w:rFonts w:ascii="Arial" w:hAnsi="Arial" w:cs="Arial"/>
                        <w:noProof/>
                        <w:color w:val="0000FF"/>
                      </w:rPr>
                      <w:pict>
                        <v:shape id="_x0000_i1134"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79" type="#_x0000_t202" style="position:absolute;margin-left:9pt;margin-top:11.95pt;width:36pt;height:36pt;z-index:251703808" stroked="f">
            <v:textbox>
              <w:txbxContent>
                <w:p w:rsidR="00F37C3D" w:rsidRDefault="00F37C3D" w:rsidP="009B7137">
                  <w:hyperlink r:id="rId64" w:history="1">
                    <w:r w:rsidRPr="00E41E3C">
                      <w:rPr>
                        <w:rFonts w:ascii="Arial" w:hAnsi="Arial" w:cs="Arial"/>
                        <w:noProof/>
                        <w:color w:val="0000FF"/>
                      </w:rPr>
                      <w:pict>
                        <v:shape id="_x0000_i1136"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r>
        <w:rPr>
          <w:noProof/>
        </w:rPr>
        <w:pict>
          <v:shape id="_x0000_s1080" type="#_x0000_t202" style="position:absolute;margin-left:9pt;margin-top:17.6pt;width:36pt;height:45pt;z-index:251621888" stroked="f">
            <v:textbox>
              <w:txbxContent>
                <w:p w:rsidR="00F37C3D" w:rsidRDefault="00F37C3D">
                  <w:hyperlink r:id="rId65" w:history="1">
                    <w:r w:rsidRPr="00E41E3C">
                      <w:rPr>
                        <w:rFonts w:ascii="Arial" w:hAnsi="Arial" w:cs="Arial"/>
                        <w:noProof/>
                        <w:color w:val="0000FF"/>
                      </w:rPr>
                      <w:pict>
                        <v:shape id="_x0000_i1138"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81" type="#_x0000_t202" style="position:absolute;margin-left:9pt;margin-top:11.95pt;width:36pt;height:36pt;z-index:251704832" stroked="f">
            <v:textbox>
              <w:txbxContent>
                <w:p w:rsidR="00F37C3D" w:rsidRDefault="00F37C3D" w:rsidP="009B7137">
                  <w:hyperlink r:id="rId66" w:history="1">
                    <w:r w:rsidRPr="00E41E3C">
                      <w:rPr>
                        <w:rFonts w:ascii="Arial" w:hAnsi="Arial" w:cs="Arial"/>
                        <w:noProof/>
                        <w:color w:val="0000FF"/>
                      </w:rPr>
                      <w:pict>
                        <v:shape id="_x0000_i1140"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b/>
          <w:sz w:val="28"/>
          <w:szCs w:val="28"/>
          <w:u w:val="single"/>
        </w:rPr>
      </w:pPr>
    </w:p>
    <w:p w:rsidR="00F37C3D" w:rsidRDefault="00F37C3D">
      <w:pPr>
        <w:rPr>
          <w:rFonts w:ascii="Comic Sans MS" w:hAnsi="Comic Sans MS"/>
        </w:rPr>
      </w:pPr>
      <w:r>
        <w:rPr>
          <w:rFonts w:ascii="Comic Sans MS" w:hAnsi="Comic Sans MS"/>
          <w:b/>
          <w:sz w:val="28"/>
          <w:szCs w:val="28"/>
          <w:u w:val="single"/>
        </w:rPr>
        <w:t>Week 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82" type="#_x0000_t202" style="position:absolute;margin-left:9pt;margin-top:6pt;width:27pt;height:45pt;z-index:251622912" stroked="f">
            <v:textbox>
              <w:txbxContent>
                <w:p w:rsidR="00F37C3D" w:rsidRDefault="00F37C3D">
                  <w:pPr>
                    <w:rPr>
                      <w:rFonts w:ascii="Comic Sans MS" w:hAnsi="Comic Sans MS"/>
                    </w:rPr>
                  </w:pPr>
                  <w:hyperlink r:id="rId67" w:history="1">
                    <w:r w:rsidRPr="00E41E3C">
                      <w:rPr>
                        <w:rFonts w:ascii="Arial" w:hAnsi="Arial" w:cs="Arial"/>
                        <w:noProof/>
                        <w:color w:val="0000FF"/>
                      </w:rPr>
                      <w:pict>
                        <v:shape id="_x0000_i1142"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83" type="#_x0000_t202" style="position:absolute;margin-left:9pt;margin-top:11.95pt;width:36pt;height:36pt;z-index:251705856" stroked="f">
            <v:textbox>
              <w:txbxContent>
                <w:p w:rsidR="00F37C3D" w:rsidRDefault="00F37C3D" w:rsidP="009B7137">
                  <w:hyperlink r:id="rId68" w:history="1">
                    <w:r w:rsidRPr="00E41E3C">
                      <w:rPr>
                        <w:rFonts w:ascii="Arial" w:hAnsi="Arial" w:cs="Arial"/>
                        <w:noProof/>
                        <w:color w:val="0000FF"/>
                      </w:rPr>
                      <w:pict>
                        <v:shape id="_x0000_i1144"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r>
        <w:rPr>
          <w:noProof/>
        </w:rPr>
        <w:pict>
          <v:shape id="_x0000_s1084" type="#_x0000_t202" style="position:absolute;margin-left:9pt;margin-top:17.6pt;width:36pt;height:45pt;z-index:251623936" stroked="f">
            <v:textbox>
              <w:txbxContent>
                <w:p w:rsidR="00F37C3D" w:rsidRDefault="00F37C3D">
                  <w:hyperlink r:id="rId69" w:history="1">
                    <w:r w:rsidRPr="00E41E3C">
                      <w:rPr>
                        <w:rFonts w:ascii="Arial" w:hAnsi="Arial" w:cs="Arial"/>
                        <w:noProof/>
                        <w:color w:val="0000FF"/>
                      </w:rPr>
                      <w:pict>
                        <v:shape id="_x0000_i1146"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85" type="#_x0000_t202" style="position:absolute;margin-left:9pt;margin-top:11.95pt;width:36pt;height:36pt;z-index:251706880" stroked="f">
            <v:textbox>
              <w:txbxContent>
                <w:p w:rsidR="00F37C3D" w:rsidRDefault="00F37C3D" w:rsidP="009B7137">
                  <w:hyperlink r:id="rId70" w:history="1">
                    <w:r w:rsidRPr="00E41E3C">
                      <w:rPr>
                        <w:rFonts w:ascii="Arial" w:hAnsi="Arial" w:cs="Arial"/>
                        <w:noProof/>
                        <w:color w:val="0000FF"/>
                      </w:rPr>
                      <w:pict>
                        <v:shape id="_x0000_i1148"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86" type="#_x0000_t202" style="position:absolute;margin-left:9pt;margin-top:6pt;width:27pt;height:45pt;z-index:251624960" stroked="f">
            <v:textbox>
              <w:txbxContent>
                <w:p w:rsidR="00F37C3D" w:rsidRDefault="00F37C3D">
                  <w:pPr>
                    <w:rPr>
                      <w:rFonts w:ascii="Comic Sans MS" w:hAnsi="Comic Sans MS"/>
                    </w:rPr>
                  </w:pPr>
                  <w:hyperlink r:id="rId71" w:history="1">
                    <w:r w:rsidRPr="00E41E3C">
                      <w:rPr>
                        <w:rFonts w:ascii="Arial" w:hAnsi="Arial" w:cs="Arial"/>
                        <w:noProof/>
                        <w:color w:val="0000FF"/>
                      </w:rPr>
                      <w:pict>
                        <v:shape id="_x0000_i1150"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87" type="#_x0000_t202" style="position:absolute;margin-left:9pt;margin-top:11.95pt;width:36pt;height:36pt;z-index:251707904" stroked="f">
            <v:textbox>
              <w:txbxContent>
                <w:p w:rsidR="00F37C3D" w:rsidRDefault="00F37C3D" w:rsidP="009B7137">
                  <w:hyperlink r:id="rId72" w:history="1">
                    <w:r w:rsidRPr="00E41E3C">
                      <w:rPr>
                        <w:rFonts w:ascii="Arial" w:hAnsi="Arial" w:cs="Arial"/>
                        <w:noProof/>
                        <w:color w:val="0000FF"/>
                      </w:rPr>
                      <w:pict>
                        <v:shape id="_x0000_i1152"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r>
        <w:rPr>
          <w:noProof/>
        </w:rPr>
        <w:pict>
          <v:shape id="_x0000_s1088" type="#_x0000_t202" style="position:absolute;margin-left:9pt;margin-top:17.6pt;width:36pt;height:45pt;z-index:251625984" stroked="f">
            <v:textbox>
              <w:txbxContent>
                <w:p w:rsidR="00F37C3D" w:rsidRDefault="00F37C3D">
                  <w:hyperlink r:id="rId73" w:history="1">
                    <w:r w:rsidRPr="00E41E3C">
                      <w:rPr>
                        <w:rFonts w:ascii="Arial" w:hAnsi="Arial" w:cs="Arial"/>
                        <w:noProof/>
                        <w:color w:val="0000FF"/>
                      </w:rPr>
                      <w:pict>
                        <v:shape id="_x0000_i1154"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89" type="#_x0000_t202" style="position:absolute;margin-left:9pt;margin-top:11.95pt;width:36pt;height:36pt;z-index:251708928" stroked="f">
            <v:textbox>
              <w:txbxContent>
                <w:p w:rsidR="00F37C3D" w:rsidRDefault="00F37C3D" w:rsidP="009B7137">
                  <w:hyperlink r:id="rId74" w:history="1">
                    <w:r w:rsidRPr="00E41E3C">
                      <w:rPr>
                        <w:rFonts w:ascii="Arial" w:hAnsi="Arial" w:cs="Arial"/>
                        <w:noProof/>
                        <w:color w:val="0000FF"/>
                      </w:rPr>
                      <w:pict>
                        <v:shape id="_x0000_i1156"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b/>
          <w:sz w:val="28"/>
          <w:szCs w:val="28"/>
          <w:u w:val="single"/>
        </w:rPr>
      </w:pPr>
    </w:p>
    <w:p w:rsidR="00F37C3D" w:rsidRDefault="00F37C3D">
      <w:pPr>
        <w:rPr>
          <w:rFonts w:ascii="Comic Sans MS" w:hAnsi="Comic Sans MS"/>
        </w:rPr>
      </w:pPr>
      <w:r>
        <w:rPr>
          <w:rFonts w:ascii="Comic Sans MS" w:hAnsi="Comic Sans MS"/>
          <w:b/>
          <w:sz w:val="28"/>
          <w:szCs w:val="28"/>
          <w:u w:val="single"/>
        </w:rPr>
        <w:t>Week 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90" type="#_x0000_t202" style="position:absolute;margin-left:9pt;margin-top:6pt;width:27pt;height:45pt;z-index:251627008" stroked="f">
            <v:textbox>
              <w:txbxContent>
                <w:p w:rsidR="00F37C3D" w:rsidRDefault="00F37C3D">
                  <w:pPr>
                    <w:rPr>
                      <w:rFonts w:ascii="Comic Sans MS" w:hAnsi="Comic Sans MS"/>
                    </w:rPr>
                  </w:pPr>
                  <w:hyperlink r:id="rId75" w:history="1">
                    <w:r w:rsidRPr="00E41E3C">
                      <w:rPr>
                        <w:rFonts w:ascii="Arial" w:hAnsi="Arial" w:cs="Arial"/>
                        <w:noProof/>
                        <w:color w:val="0000FF"/>
                      </w:rPr>
                      <w:pict>
                        <v:shape id="_x0000_i1158"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91" type="#_x0000_t202" style="position:absolute;margin-left:9pt;margin-top:11.95pt;width:36pt;height:36pt;z-index:251709952" stroked="f">
            <v:textbox>
              <w:txbxContent>
                <w:p w:rsidR="00F37C3D" w:rsidRDefault="00F37C3D" w:rsidP="009B7137">
                  <w:hyperlink r:id="rId76" w:history="1">
                    <w:r w:rsidRPr="00E41E3C">
                      <w:rPr>
                        <w:rFonts w:ascii="Arial" w:hAnsi="Arial" w:cs="Arial"/>
                        <w:noProof/>
                        <w:color w:val="0000FF"/>
                      </w:rPr>
                      <w:pict>
                        <v:shape id="_x0000_i1160"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r>
        <w:rPr>
          <w:noProof/>
        </w:rPr>
        <w:pict>
          <v:shape id="_x0000_s1092" type="#_x0000_t202" style="position:absolute;margin-left:9pt;margin-top:17.6pt;width:36pt;height:45pt;z-index:251628032" stroked="f">
            <v:textbox>
              <w:txbxContent>
                <w:p w:rsidR="00F37C3D" w:rsidRDefault="00F37C3D">
                  <w:hyperlink r:id="rId77" w:history="1">
                    <w:r w:rsidRPr="00E41E3C">
                      <w:rPr>
                        <w:rFonts w:ascii="Arial" w:hAnsi="Arial" w:cs="Arial"/>
                        <w:noProof/>
                        <w:color w:val="0000FF"/>
                      </w:rPr>
                      <w:pict>
                        <v:shape id="_x0000_i1162"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93" type="#_x0000_t202" style="position:absolute;margin-left:9pt;margin-top:11.95pt;width:36pt;height:36pt;z-index:251710976" stroked="f">
            <v:textbox>
              <w:txbxContent>
                <w:p w:rsidR="00F37C3D" w:rsidRDefault="00F37C3D" w:rsidP="009B7137">
                  <w:hyperlink r:id="rId78" w:history="1">
                    <w:r w:rsidRPr="00E41E3C">
                      <w:rPr>
                        <w:rFonts w:ascii="Arial" w:hAnsi="Arial" w:cs="Arial"/>
                        <w:noProof/>
                        <w:color w:val="0000FF"/>
                      </w:rPr>
                      <w:pict>
                        <v:shape id="_x0000_i1164"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94" type="#_x0000_t202" style="position:absolute;margin-left:9pt;margin-top:6pt;width:27pt;height:45pt;z-index:251629056" stroked="f">
            <v:textbox>
              <w:txbxContent>
                <w:p w:rsidR="00F37C3D" w:rsidRDefault="00F37C3D">
                  <w:pPr>
                    <w:rPr>
                      <w:rFonts w:ascii="Comic Sans MS" w:hAnsi="Comic Sans MS"/>
                    </w:rPr>
                  </w:pPr>
                  <w:hyperlink r:id="rId79" w:history="1">
                    <w:r w:rsidRPr="00E41E3C">
                      <w:rPr>
                        <w:rFonts w:ascii="Arial" w:hAnsi="Arial" w:cs="Arial"/>
                        <w:noProof/>
                        <w:color w:val="0000FF"/>
                      </w:rPr>
                      <w:pict>
                        <v:shape id="_x0000_i1166"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95" type="#_x0000_t202" style="position:absolute;margin-left:9pt;margin-top:11.95pt;width:36pt;height:36pt;z-index:251712000" stroked="f">
            <v:textbox>
              <w:txbxContent>
                <w:p w:rsidR="00F37C3D" w:rsidRDefault="00F37C3D" w:rsidP="009B7137">
                  <w:hyperlink r:id="rId80" w:history="1">
                    <w:r w:rsidRPr="00E41E3C">
                      <w:rPr>
                        <w:rFonts w:ascii="Arial" w:hAnsi="Arial" w:cs="Arial"/>
                        <w:noProof/>
                        <w:color w:val="0000FF"/>
                      </w:rPr>
                      <w:pict>
                        <v:shape id="_x0000_i1168"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r>
        <w:rPr>
          <w:noProof/>
        </w:rPr>
        <w:pict>
          <v:shape id="_x0000_s1096" type="#_x0000_t202" style="position:absolute;margin-left:9pt;margin-top:17.6pt;width:36pt;height:45pt;z-index:251630080" stroked="f">
            <v:textbox>
              <w:txbxContent>
                <w:p w:rsidR="00F37C3D" w:rsidRDefault="00F37C3D">
                  <w:hyperlink r:id="rId81" w:history="1">
                    <w:r w:rsidRPr="00E41E3C">
                      <w:rPr>
                        <w:rFonts w:ascii="Arial" w:hAnsi="Arial" w:cs="Arial"/>
                        <w:noProof/>
                        <w:color w:val="0000FF"/>
                      </w:rPr>
                      <w:pict>
                        <v:shape id="_x0000_i1170"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97" type="#_x0000_t202" style="position:absolute;margin-left:9pt;margin-top:11.95pt;width:36pt;height:36pt;z-index:251713024" stroked="f">
            <v:textbox>
              <w:txbxContent>
                <w:p w:rsidR="00F37C3D" w:rsidRDefault="00F37C3D" w:rsidP="009B7137">
                  <w:hyperlink r:id="rId82" w:history="1">
                    <w:r w:rsidRPr="00E41E3C">
                      <w:rPr>
                        <w:rFonts w:ascii="Arial" w:hAnsi="Arial" w:cs="Arial"/>
                        <w:noProof/>
                        <w:color w:val="0000FF"/>
                      </w:rPr>
                      <w:pict>
                        <v:shape id="_x0000_i1172"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Pr="009B7137"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r>
        <w:rPr>
          <w:rFonts w:ascii="Comic Sans MS" w:hAnsi="Comic Sans MS"/>
          <w:b/>
          <w:sz w:val="28"/>
          <w:szCs w:val="28"/>
          <w:u w:val="single"/>
        </w:rPr>
        <w:t>Week 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098" type="#_x0000_t202" style="position:absolute;margin-left:9pt;margin-top:6pt;width:27pt;height:45pt;z-index:251631104" stroked="f">
            <v:textbox>
              <w:txbxContent>
                <w:p w:rsidR="00F37C3D" w:rsidRDefault="00F37C3D">
                  <w:pPr>
                    <w:rPr>
                      <w:rFonts w:ascii="Comic Sans MS" w:hAnsi="Comic Sans MS"/>
                    </w:rPr>
                  </w:pPr>
                  <w:hyperlink r:id="rId83" w:history="1">
                    <w:r w:rsidRPr="00E41E3C">
                      <w:rPr>
                        <w:rFonts w:ascii="Arial" w:hAnsi="Arial" w:cs="Arial"/>
                        <w:noProof/>
                        <w:color w:val="0000FF"/>
                      </w:rPr>
                      <w:pict>
                        <v:shape id="_x0000_i1174"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099" type="#_x0000_t202" style="position:absolute;margin-left:9pt;margin-top:11.95pt;width:36pt;height:36pt;z-index:251714048" stroked="f">
            <v:textbox>
              <w:txbxContent>
                <w:p w:rsidR="00F37C3D" w:rsidRDefault="00F37C3D" w:rsidP="009B7137">
                  <w:hyperlink r:id="rId84" w:history="1">
                    <w:r w:rsidRPr="00E41E3C">
                      <w:rPr>
                        <w:rFonts w:ascii="Arial" w:hAnsi="Arial" w:cs="Arial"/>
                        <w:noProof/>
                        <w:color w:val="0000FF"/>
                      </w:rPr>
                      <w:pict>
                        <v:shape id="_x0000_i1176"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r>
        <w:rPr>
          <w:noProof/>
        </w:rPr>
        <w:pict>
          <v:shape id="_x0000_s1100" type="#_x0000_t202" style="position:absolute;margin-left:9pt;margin-top:17.6pt;width:36pt;height:45pt;z-index:251632128" stroked="f">
            <v:textbox>
              <w:txbxContent>
                <w:p w:rsidR="00F37C3D" w:rsidRDefault="00F37C3D">
                  <w:hyperlink r:id="rId85" w:history="1">
                    <w:r w:rsidRPr="00E41E3C">
                      <w:rPr>
                        <w:rFonts w:ascii="Arial" w:hAnsi="Arial" w:cs="Arial"/>
                        <w:noProof/>
                        <w:color w:val="0000FF"/>
                      </w:rPr>
                      <w:pict>
                        <v:shape id="_x0000_i1178"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101" type="#_x0000_t202" style="position:absolute;margin-left:9pt;margin-top:11.95pt;width:36pt;height:36pt;z-index:251715072" stroked="f">
            <v:textbox>
              <w:txbxContent>
                <w:p w:rsidR="00F37C3D" w:rsidRDefault="00F37C3D" w:rsidP="009B7137">
                  <w:hyperlink r:id="rId86" w:history="1">
                    <w:r w:rsidRPr="00E41E3C">
                      <w:rPr>
                        <w:rFonts w:ascii="Arial" w:hAnsi="Arial" w:cs="Arial"/>
                        <w:noProof/>
                        <w:color w:val="0000FF"/>
                      </w:rPr>
                      <w:pict>
                        <v:shape id="_x0000_i1180"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p>
    <w:p w:rsidR="00F37C3D" w:rsidRDefault="00F37C3D">
      <w:pPr>
        <w:rPr>
          <w:rFonts w:ascii="Comic Sans MS" w:hAnsi="Comic Sans MS"/>
          <w:sz w:val="28"/>
          <w:szCs w:val="28"/>
        </w:rPr>
      </w:pPr>
      <w:r>
        <w:rPr>
          <w:noProof/>
        </w:rPr>
        <w:pict>
          <v:shape id="_x0000_s1102" type="#_x0000_t202" style="position:absolute;margin-left:9pt;margin-top:6pt;width:27pt;height:45pt;z-index:251633152" stroked="f">
            <v:textbox>
              <w:txbxContent>
                <w:p w:rsidR="00F37C3D" w:rsidRDefault="00F37C3D">
                  <w:pPr>
                    <w:rPr>
                      <w:rFonts w:ascii="Comic Sans MS" w:hAnsi="Comic Sans MS"/>
                    </w:rPr>
                  </w:pPr>
                  <w:hyperlink r:id="rId87" w:history="1">
                    <w:r w:rsidRPr="00E41E3C">
                      <w:rPr>
                        <w:rFonts w:ascii="Arial" w:hAnsi="Arial" w:cs="Arial"/>
                        <w:noProof/>
                        <w:color w:val="0000FF"/>
                      </w:rPr>
                      <w:pict>
                        <v:shape id="_x0000_i1182" type="#_x0000_t75" style="width:28.5pt;height:40.5pt;visibility:visible">
                          <v:imagedata r:id="rId10" o:title=""/>
                        </v:shape>
                      </w:pict>
                    </w:r>
                  </w:hyperlink>
                </w:p>
                <w:p w:rsidR="00F37C3D" w:rsidRDefault="00F37C3D">
                  <w:pPr>
                    <w:rPr>
                      <w:rFonts w:ascii="Comic Sans MS" w:hAnsi="Comic Sans MS"/>
                    </w:rPr>
                  </w:pPr>
                </w:p>
                <w:p w:rsidR="00F37C3D" w:rsidRDefault="00F37C3D">
                  <w:pPr>
                    <w:ind w:firstLine="720"/>
                    <w:rPr>
                      <w:rFonts w:ascii="Comic Sans MS" w:hAnsi="Comic Sans MS"/>
                    </w:rPr>
                  </w:pPr>
                </w:p>
              </w:txbxContent>
            </v:textbox>
          </v:shape>
        </w:pict>
      </w: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103" type="#_x0000_t202" style="position:absolute;margin-left:9pt;margin-top:11.95pt;width:36pt;height:36pt;z-index:251716096" stroked="f">
            <v:textbox>
              <w:txbxContent>
                <w:p w:rsidR="00F37C3D" w:rsidRDefault="00F37C3D" w:rsidP="009B7137">
                  <w:hyperlink r:id="rId88" w:history="1">
                    <w:r w:rsidRPr="00E41E3C">
                      <w:rPr>
                        <w:rFonts w:ascii="Arial" w:hAnsi="Arial" w:cs="Arial"/>
                        <w:noProof/>
                        <w:color w:val="0000FF"/>
                      </w:rPr>
                      <w:pict>
                        <v:shape id="_x0000_i1184"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rFonts w:ascii="Comic Sans MS" w:hAnsi="Comic Sans MS"/>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b/>
          <w:sz w:val="28"/>
          <w:szCs w:val="28"/>
          <w:u w:val="single"/>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B7137">
        <w:rPr>
          <w:rFonts w:ascii="Comic Sans MS" w:hAnsi="Comic Sans MS"/>
          <w:b/>
        </w:rPr>
        <w:t>Date Due: __________________</w:t>
      </w:r>
    </w:p>
    <w:p w:rsidR="00F37C3D" w:rsidRDefault="00F37C3D">
      <w:pPr>
        <w:rPr>
          <w:rFonts w:ascii="Comic Sans MS" w:hAnsi="Comic Sans MS"/>
          <w:sz w:val="28"/>
          <w:szCs w:val="28"/>
        </w:rPr>
      </w:pPr>
      <w:r>
        <w:rPr>
          <w:noProof/>
        </w:rPr>
        <w:pict>
          <v:shape id="_x0000_s1104" type="#_x0000_t202" style="position:absolute;margin-left:9pt;margin-top:17.6pt;width:36pt;height:45pt;z-index:251634176" stroked="f">
            <v:textbox>
              <w:txbxContent>
                <w:p w:rsidR="00F37C3D" w:rsidRDefault="00F37C3D">
                  <w:hyperlink r:id="rId89" w:history="1">
                    <w:r w:rsidRPr="00E41E3C">
                      <w:rPr>
                        <w:rFonts w:ascii="Arial" w:hAnsi="Arial" w:cs="Arial"/>
                        <w:noProof/>
                        <w:color w:val="0000FF"/>
                      </w:rPr>
                      <w:pict>
                        <v:shape id="_x0000_i1186" type="#_x0000_t75" style="width:27.75pt;height:39.75pt;visibility:visible">
                          <v:imagedata r:id="rId10" o:title=""/>
                        </v:shape>
                      </w:pict>
                    </w:r>
                  </w:hyperlink>
                </w:p>
              </w:txbxContent>
            </v:textbox>
          </v:shape>
        </w:pict>
      </w:r>
    </w:p>
    <w:p w:rsidR="00F37C3D" w:rsidRDefault="00F37C3D">
      <w:pPr>
        <w:rPr>
          <w:rFonts w:ascii="Comic Sans MS" w:hAnsi="Comic Sans MS"/>
          <w:sz w:val="28"/>
          <w:szCs w:val="28"/>
        </w:rPr>
      </w:pPr>
    </w:p>
    <w:p w:rsidR="00F37C3D" w:rsidRPr="00646D25" w:rsidRDefault="00F37C3D" w:rsidP="009B7137">
      <w:pPr>
        <w:rPr>
          <w:rFonts w:ascii="Comic Sans MS" w:hAnsi="Comic Sans MS"/>
        </w:rPr>
      </w:pPr>
      <w:r>
        <w:rPr>
          <w:rFonts w:ascii="Comic Sans MS" w:hAnsi="Comic Sans MS"/>
          <w:sz w:val="28"/>
          <w:szCs w:val="28"/>
        </w:rPr>
        <w:tab/>
      </w:r>
      <w:r>
        <w:rPr>
          <w:rFonts w:ascii="Comic Sans MS" w:hAnsi="Comic Sans MS"/>
          <w:sz w:val="28"/>
          <w:szCs w:val="28"/>
        </w:rPr>
        <w:tab/>
      </w:r>
      <w:r w:rsidRPr="00646D25">
        <w:rPr>
          <w:rFonts w:ascii="Comic Sans MS" w:hAnsi="Comic Sans MS"/>
        </w:rPr>
        <w:t>Written task:</w:t>
      </w:r>
    </w:p>
    <w:p w:rsidR="00F37C3D" w:rsidRPr="00646D25" w:rsidRDefault="00F37C3D" w:rsidP="009B7137">
      <w:pPr>
        <w:rPr>
          <w:rFonts w:ascii="Comic Sans MS" w:hAnsi="Comic Sans MS"/>
        </w:rPr>
      </w:pPr>
      <w:r>
        <w:rPr>
          <w:noProof/>
        </w:rPr>
        <w:pict>
          <v:shape id="_x0000_s1105" type="#_x0000_t202" style="position:absolute;margin-left:9pt;margin-top:11.95pt;width:36pt;height:36pt;z-index:251717120" stroked="f">
            <v:textbox>
              <w:txbxContent>
                <w:p w:rsidR="00F37C3D" w:rsidRDefault="00F37C3D" w:rsidP="009B7137">
                  <w:hyperlink r:id="rId90" w:history="1">
                    <w:r w:rsidRPr="00E41E3C">
                      <w:rPr>
                        <w:rFonts w:ascii="Arial" w:hAnsi="Arial" w:cs="Arial"/>
                        <w:noProof/>
                        <w:color w:val="0000FF"/>
                      </w:rPr>
                      <w:pict>
                        <v:shape id="_x0000_i1188" type="#_x0000_t75" style="width:28.5pt;height:28.5pt;visibility:visible">
                          <v:imagedata r:id="rId12" o:title=""/>
                        </v:shape>
                      </w:pict>
                    </w:r>
                  </w:hyperlink>
                </w:p>
              </w:txbxContent>
            </v:textbox>
          </v:shape>
        </w:pict>
      </w:r>
    </w:p>
    <w:p w:rsidR="00F37C3D" w:rsidRDefault="00F37C3D" w:rsidP="009B7137">
      <w:pPr>
        <w:rPr>
          <w:rFonts w:ascii="Comic Sans MS" w:hAnsi="Comic Sans MS"/>
          <w:sz w:val="28"/>
          <w:szCs w:val="28"/>
        </w:rPr>
      </w:pPr>
      <w:r w:rsidRPr="00646D25">
        <w:rPr>
          <w:rFonts w:ascii="Comic Sans MS" w:hAnsi="Comic Sans MS"/>
        </w:rPr>
        <w:tab/>
      </w:r>
      <w:r w:rsidRPr="00646D25">
        <w:rPr>
          <w:rFonts w:ascii="Comic Sans MS" w:hAnsi="Comic Sans MS"/>
        </w:rPr>
        <w:tab/>
        <w:t>Reading task:</w:t>
      </w:r>
    </w:p>
    <w:p w:rsidR="00F37C3D" w:rsidRDefault="00F37C3D">
      <w:pPr>
        <w:rPr>
          <w:rFonts w:ascii="Comic Sans MS" w:hAnsi="Comic Sans MS"/>
          <w:sz w:val="28"/>
          <w:szCs w:val="28"/>
        </w:rPr>
      </w:pPr>
    </w:p>
    <w:p w:rsidR="00F37C3D" w:rsidRDefault="00F37C3D">
      <w:pPr>
        <w:rPr>
          <w:rFonts w:ascii="Comic Sans MS" w:hAnsi="Comic Sans MS"/>
        </w:rPr>
      </w:pPr>
    </w:p>
    <w:p w:rsidR="00F37C3D" w:rsidRDefault="00F37C3D">
      <w:pPr>
        <w:rPr>
          <w:rFonts w:ascii="Comic Sans MS" w:hAnsi="Comic Sans MS"/>
        </w:rPr>
      </w:pPr>
      <w:r>
        <w:rPr>
          <w:rFonts w:ascii="Comic Sans MS" w:hAnsi="Comic Sans MS"/>
        </w:rPr>
        <w:t>Parent’s Signature: __________________________</w:t>
      </w:r>
    </w:p>
    <w:p w:rsidR="00F37C3D" w:rsidRDefault="00F37C3D">
      <w:pPr>
        <w:rPr>
          <w:b/>
          <w:sz w:val="36"/>
          <w:szCs w:val="36"/>
          <w:u w:val="single"/>
        </w:rPr>
      </w:pPr>
    </w:p>
    <w:p w:rsidR="00F37C3D" w:rsidRDefault="00F37C3D">
      <w:pPr>
        <w:rPr>
          <w:sz w:val="36"/>
          <w:szCs w:val="36"/>
        </w:rPr>
      </w:pPr>
      <w:r>
        <w:rPr>
          <w:b/>
          <w:sz w:val="36"/>
          <w:szCs w:val="36"/>
          <w:u w:val="single"/>
        </w:rPr>
        <w:t xml:space="preserve">CONNECT  FOUR </w:t>
      </w:r>
      <w:r>
        <w:rPr>
          <w:sz w:val="36"/>
          <w:szCs w:val="36"/>
        </w:rPr>
        <w:tab/>
        <w:t>Yellow &amp; Green</w:t>
      </w:r>
      <w:r>
        <w:rPr>
          <w:sz w:val="36"/>
          <w:szCs w:val="36"/>
        </w:rPr>
        <w:tab/>
      </w:r>
      <w:r>
        <w:rPr>
          <w:sz w:val="36"/>
          <w:szCs w:val="36"/>
        </w:rPr>
        <w:tab/>
        <w:t>4.0-5.9</w:t>
      </w:r>
    </w:p>
    <w:p w:rsidR="00F37C3D" w:rsidRDefault="00F37C3D">
      <w:pPr>
        <w:rPr>
          <w:b/>
          <w:sz w:val="36"/>
          <w:szCs w:val="36"/>
          <w:u w:val="single"/>
        </w:rPr>
      </w:pPr>
    </w:p>
    <w:p w:rsidR="00F37C3D" w:rsidRDefault="00F37C3D">
      <w:pPr>
        <w:jc w:val="right"/>
        <w:rPr>
          <w:b/>
          <w:sz w:val="36"/>
          <w:szCs w:val="36"/>
          <w:u w:val="single"/>
        </w:rPr>
      </w:pPr>
      <w:r>
        <w:rPr>
          <w:b/>
          <w:sz w:val="36"/>
          <w:szCs w:val="36"/>
          <w:u w:val="single"/>
        </w:rPr>
        <w:t>Term 1: August to Christmas</w:t>
      </w:r>
    </w:p>
    <w:p w:rsidR="00F37C3D" w:rsidRDefault="00F37C3D">
      <w:pPr>
        <w:rPr>
          <w:b/>
          <w:sz w:val="36"/>
          <w:szCs w:val="36"/>
          <w:u w:val="single"/>
        </w:rPr>
      </w:pPr>
    </w:p>
    <w:p w:rsidR="00F37C3D" w:rsidRDefault="00F37C3D">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F37C3D" w:rsidRDefault="00F37C3D">
      <w:pPr>
        <w:jc w:val="both"/>
        <w:rPr>
          <w:sz w:val="28"/>
          <w:szCs w:val="28"/>
        </w:rPr>
      </w:pPr>
    </w:p>
    <w:p w:rsidR="00F37C3D" w:rsidRDefault="00F37C3D">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F37C3D" w:rsidRDefault="00F37C3D">
      <w:pPr>
        <w:jc w:val="both"/>
        <w:rPr>
          <w:sz w:val="28"/>
          <w:szCs w:val="28"/>
        </w:rPr>
      </w:pPr>
    </w:p>
    <w:p w:rsidR="00F37C3D" w:rsidRDefault="00F37C3D">
      <w:pPr>
        <w:jc w:val="both"/>
        <w:rPr>
          <w:sz w:val="28"/>
          <w:szCs w:val="28"/>
        </w:rPr>
      </w:pPr>
      <w:r>
        <w:rPr>
          <w:sz w:val="28"/>
          <w:szCs w:val="28"/>
        </w:rPr>
        <w:t>ENJOY!</w:t>
      </w: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r>
        <w:rPr>
          <w:noProof/>
        </w:rPr>
        <w:pict>
          <v:oval id="_x0000_s1106" style="position:absolute;left:0;text-align:left;margin-left:-9pt;margin-top:13.9pt;width:108pt;height:54pt;z-index:251644416">
            <v:textbox>
              <w:txbxContent>
                <w:p w:rsidR="00F37C3D" w:rsidRDefault="00F37C3D">
                  <w:pPr>
                    <w:jc w:val="center"/>
                    <w:rPr>
                      <w:sz w:val="20"/>
                      <w:szCs w:val="20"/>
                    </w:rPr>
                  </w:pPr>
                  <w:r>
                    <w:rPr>
                      <w:sz w:val="20"/>
                      <w:szCs w:val="20"/>
                    </w:rPr>
                    <w:t>Conspiracy 365</w:t>
                  </w:r>
                </w:p>
                <w:p w:rsidR="00F37C3D" w:rsidRDefault="00F37C3D">
                  <w:pPr>
                    <w:jc w:val="center"/>
                    <w:rPr>
                      <w:sz w:val="20"/>
                      <w:szCs w:val="20"/>
                    </w:rPr>
                  </w:pPr>
                </w:p>
                <w:p w:rsidR="00F37C3D" w:rsidRDefault="00F37C3D">
                  <w:pPr>
                    <w:jc w:val="center"/>
                    <w:rPr>
                      <w:sz w:val="20"/>
                      <w:szCs w:val="20"/>
                    </w:rPr>
                  </w:pPr>
                  <w:r>
                    <w:rPr>
                      <w:sz w:val="20"/>
                      <w:szCs w:val="20"/>
                    </w:rPr>
                    <w:t>Gabriele Lord</w:t>
                  </w:r>
                </w:p>
              </w:txbxContent>
            </v:textbox>
          </v:oval>
        </w:pict>
      </w:r>
      <w:r>
        <w:rPr>
          <w:noProof/>
        </w:rPr>
        <w:pict>
          <v:oval id="_x0000_s1107" style="position:absolute;left:0;text-align:left;margin-left:108pt;margin-top:11.45pt;width:108pt;height:56.45pt;z-index:251645440">
            <v:textbox>
              <w:txbxContent>
                <w:p w:rsidR="00F37C3D" w:rsidRDefault="00F37C3D">
                  <w:pPr>
                    <w:jc w:val="center"/>
                    <w:rPr>
                      <w:sz w:val="20"/>
                      <w:szCs w:val="20"/>
                    </w:rPr>
                  </w:pPr>
                  <w:r>
                    <w:rPr>
                      <w:sz w:val="20"/>
                      <w:szCs w:val="20"/>
                    </w:rPr>
                    <w:t>Fat Boy Swim</w:t>
                  </w:r>
                </w:p>
                <w:p w:rsidR="00F37C3D" w:rsidRDefault="00F37C3D">
                  <w:pPr>
                    <w:jc w:val="center"/>
                    <w:rPr>
                      <w:sz w:val="20"/>
                      <w:szCs w:val="20"/>
                    </w:rPr>
                  </w:pPr>
                </w:p>
                <w:p w:rsidR="00F37C3D" w:rsidRDefault="00F37C3D">
                  <w:pPr>
                    <w:jc w:val="center"/>
                    <w:rPr>
                      <w:sz w:val="20"/>
                      <w:szCs w:val="20"/>
                    </w:rPr>
                  </w:pPr>
                  <w:r>
                    <w:rPr>
                      <w:sz w:val="20"/>
                      <w:szCs w:val="20"/>
                    </w:rPr>
                    <w:t>Catherine Forde</w:t>
                  </w:r>
                  <w:r>
                    <w:rPr>
                      <w:sz w:val="20"/>
                      <w:szCs w:val="20"/>
                    </w:rPr>
                    <w:tab/>
                  </w:r>
                </w:p>
              </w:txbxContent>
            </v:textbox>
          </v:oval>
        </w:pict>
      </w:r>
      <w:r>
        <w:rPr>
          <w:noProof/>
        </w:rPr>
        <w:pict>
          <v:oval id="_x0000_s1108" style="position:absolute;left:0;text-align:left;margin-left:342pt;margin-top:13.35pt;width:108pt;height:54pt;z-index:251647488">
            <v:textbox>
              <w:txbxContent>
                <w:p w:rsidR="00F37C3D" w:rsidRDefault="00F37C3D">
                  <w:pPr>
                    <w:jc w:val="center"/>
                    <w:rPr>
                      <w:sz w:val="20"/>
                      <w:szCs w:val="20"/>
                    </w:rPr>
                  </w:pPr>
                  <w:r>
                    <w:rPr>
                      <w:sz w:val="20"/>
                      <w:szCs w:val="20"/>
                    </w:rPr>
                    <w:t>Looking for JJ</w:t>
                  </w:r>
                </w:p>
                <w:p w:rsidR="00F37C3D" w:rsidRDefault="00F37C3D">
                  <w:pPr>
                    <w:jc w:val="center"/>
                    <w:rPr>
                      <w:sz w:val="16"/>
                      <w:szCs w:val="16"/>
                    </w:rPr>
                  </w:pPr>
                </w:p>
                <w:p w:rsidR="00F37C3D" w:rsidRDefault="00F37C3D">
                  <w:pPr>
                    <w:jc w:val="center"/>
                    <w:rPr>
                      <w:sz w:val="18"/>
                      <w:szCs w:val="18"/>
                    </w:rPr>
                  </w:pPr>
                  <w:r>
                    <w:rPr>
                      <w:sz w:val="18"/>
                      <w:szCs w:val="18"/>
                    </w:rPr>
                    <w:t>Anne Cassidy</w:t>
                  </w:r>
                </w:p>
              </w:txbxContent>
            </v:textbox>
          </v:oval>
        </w:pict>
      </w:r>
      <w:r>
        <w:rPr>
          <w:noProof/>
        </w:rPr>
        <w:pict>
          <v:oval id="_x0000_s1109" style="position:absolute;left:0;text-align:left;margin-left:225pt;margin-top:13.35pt;width:108pt;height:54pt;z-index:251646464">
            <v:textbox>
              <w:txbxContent>
                <w:p w:rsidR="00F37C3D" w:rsidRDefault="00F37C3D">
                  <w:pPr>
                    <w:jc w:val="center"/>
                    <w:rPr>
                      <w:sz w:val="18"/>
                      <w:szCs w:val="18"/>
                    </w:rPr>
                  </w:pPr>
                  <w:r>
                    <w:rPr>
                      <w:sz w:val="18"/>
                      <w:szCs w:val="18"/>
                    </w:rPr>
                    <w:t>Princess Diaries</w:t>
                  </w:r>
                </w:p>
                <w:p w:rsidR="00F37C3D" w:rsidRDefault="00F37C3D">
                  <w:pPr>
                    <w:jc w:val="center"/>
                    <w:rPr>
                      <w:sz w:val="18"/>
                      <w:szCs w:val="18"/>
                    </w:rPr>
                  </w:pPr>
                </w:p>
                <w:p w:rsidR="00F37C3D" w:rsidRDefault="00F37C3D">
                  <w:pPr>
                    <w:jc w:val="center"/>
                    <w:rPr>
                      <w:sz w:val="20"/>
                      <w:szCs w:val="20"/>
                    </w:rPr>
                  </w:pPr>
                  <w:r>
                    <w:rPr>
                      <w:sz w:val="20"/>
                      <w:szCs w:val="20"/>
                    </w:rPr>
                    <w:t>Meg Cabot</w:t>
                  </w:r>
                </w:p>
                <w:p w:rsidR="00F37C3D" w:rsidRDefault="00F37C3D">
                  <w:pPr>
                    <w:jc w:val="center"/>
                    <w:rPr>
                      <w:sz w:val="20"/>
                      <w:szCs w:val="20"/>
                    </w:rPr>
                  </w:pPr>
                </w:p>
              </w:txbxContent>
            </v:textbox>
          </v:oval>
        </w:pict>
      </w:r>
    </w:p>
    <w:p w:rsidR="00F37C3D" w:rsidRDefault="00F37C3D">
      <w:pPr>
        <w:jc w:val="both"/>
        <w:rPr>
          <w:sz w:val="28"/>
          <w:szCs w:val="28"/>
        </w:rPr>
      </w:pPr>
      <w:r>
        <w:rPr>
          <w:sz w:val="28"/>
          <w:szCs w:val="28"/>
        </w:rPr>
        <w:tab/>
      </w:r>
      <w:r>
        <w:rPr>
          <w:sz w:val="28"/>
          <w:szCs w:val="28"/>
        </w:rPr>
        <w:tab/>
      </w:r>
      <w:r>
        <w:rPr>
          <w:sz w:val="28"/>
          <w:szCs w:val="28"/>
        </w:rPr>
        <w:tab/>
      </w:r>
      <w:r>
        <w:rPr>
          <w:sz w:val="28"/>
          <w:szCs w:val="28"/>
        </w:rPr>
        <w:tab/>
      </w: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r>
        <w:rPr>
          <w:noProof/>
        </w:rPr>
        <w:pict>
          <v:oval id="_x0000_s1110" style="position:absolute;left:0;text-align:left;margin-left:225pt;margin-top:1pt;width:108pt;height:67.45pt;z-index:251650560">
            <v:textbox>
              <w:txbxContent>
                <w:p w:rsidR="00F37C3D" w:rsidRDefault="00F37C3D">
                  <w:pPr>
                    <w:jc w:val="center"/>
                    <w:rPr>
                      <w:sz w:val="20"/>
                      <w:szCs w:val="20"/>
                    </w:rPr>
                  </w:pPr>
                  <w:r>
                    <w:rPr>
                      <w:sz w:val="20"/>
                      <w:szCs w:val="20"/>
                    </w:rPr>
                    <w:t>The Lion, the Witch and the Wardrobe</w:t>
                  </w:r>
                </w:p>
                <w:p w:rsidR="00F37C3D" w:rsidRDefault="00F37C3D">
                  <w:pPr>
                    <w:jc w:val="center"/>
                    <w:rPr>
                      <w:sz w:val="18"/>
                      <w:szCs w:val="18"/>
                    </w:rPr>
                  </w:pPr>
                  <w:r>
                    <w:rPr>
                      <w:sz w:val="18"/>
                      <w:szCs w:val="18"/>
                    </w:rPr>
                    <w:t>CS Lewis</w:t>
                  </w:r>
                </w:p>
              </w:txbxContent>
            </v:textbox>
          </v:oval>
        </w:pict>
      </w:r>
      <w:r>
        <w:rPr>
          <w:noProof/>
        </w:rPr>
        <w:pict>
          <v:oval id="_x0000_s1111" style="position:absolute;left:0;text-align:left;margin-left:-9pt;margin-top:5.45pt;width:108pt;height:54pt;z-index:251648512">
            <v:textbox>
              <w:txbxContent>
                <w:p w:rsidR="00F37C3D" w:rsidRDefault="00F37C3D">
                  <w:pPr>
                    <w:jc w:val="center"/>
                    <w:rPr>
                      <w:sz w:val="20"/>
                      <w:szCs w:val="20"/>
                    </w:rPr>
                  </w:pPr>
                  <w:r>
                    <w:rPr>
                      <w:sz w:val="20"/>
                      <w:szCs w:val="20"/>
                    </w:rPr>
                    <w:t>Diary of a …</w:t>
                  </w:r>
                </w:p>
                <w:p w:rsidR="00F37C3D" w:rsidRDefault="00F37C3D">
                  <w:pPr>
                    <w:jc w:val="center"/>
                    <w:rPr>
                      <w:sz w:val="20"/>
                      <w:szCs w:val="20"/>
                    </w:rPr>
                  </w:pPr>
                  <w:r>
                    <w:rPr>
                      <w:sz w:val="20"/>
                      <w:szCs w:val="20"/>
                    </w:rPr>
                    <w:t>Moira Butterfield</w:t>
                  </w:r>
                </w:p>
              </w:txbxContent>
            </v:textbox>
          </v:oval>
        </w:pict>
      </w:r>
      <w:r>
        <w:rPr>
          <w:noProof/>
        </w:rPr>
        <w:pict>
          <v:oval id="_x0000_s1112" style="position:absolute;left:0;text-align:left;margin-left:108pt;margin-top:5.45pt;width:108pt;height:64.9pt;z-index:251649536">
            <v:textbox>
              <w:txbxContent>
                <w:p w:rsidR="00F37C3D" w:rsidRDefault="00F37C3D">
                  <w:pPr>
                    <w:jc w:val="center"/>
                    <w:rPr>
                      <w:sz w:val="22"/>
                      <w:szCs w:val="22"/>
                    </w:rPr>
                  </w:pPr>
                  <w:r>
                    <w:rPr>
                      <w:sz w:val="22"/>
                      <w:szCs w:val="22"/>
                    </w:rPr>
                    <w:t>Matilda</w:t>
                  </w:r>
                </w:p>
                <w:p w:rsidR="00F37C3D" w:rsidRDefault="00F37C3D">
                  <w:pPr>
                    <w:jc w:val="center"/>
                    <w:rPr>
                      <w:sz w:val="16"/>
                      <w:szCs w:val="16"/>
                    </w:rPr>
                  </w:pPr>
                </w:p>
                <w:p w:rsidR="00F37C3D" w:rsidRDefault="00F37C3D">
                  <w:pPr>
                    <w:jc w:val="center"/>
                    <w:rPr>
                      <w:sz w:val="20"/>
                      <w:szCs w:val="20"/>
                    </w:rPr>
                  </w:pPr>
                  <w:r>
                    <w:rPr>
                      <w:sz w:val="20"/>
                      <w:szCs w:val="20"/>
                    </w:rPr>
                    <w:t>Roald Dahl</w:t>
                  </w:r>
                </w:p>
                <w:p w:rsidR="00F37C3D" w:rsidRDefault="00F37C3D">
                  <w:pPr>
                    <w:jc w:val="center"/>
                    <w:rPr>
                      <w:sz w:val="16"/>
                      <w:szCs w:val="16"/>
                    </w:rPr>
                  </w:pPr>
                </w:p>
              </w:txbxContent>
            </v:textbox>
          </v:oval>
        </w:pict>
      </w:r>
      <w:r>
        <w:rPr>
          <w:noProof/>
        </w:rPr>
        <w:pict>
          <v:oval id="_x0000_s1113" style="position:absolute;left:0;text-align:left;margin-left:342pt;margin-top:2.95pt;width:108pt;height:65.5pt;z-index:251651584">
            <v:textbox>
              <w:txbxContent>
                <w:p w:rsidR="00F37C3D" w:rsidRDefault="00F37C3D">
                  <w:pPr>
                    <w:jc w:val="center"/>
                    <w:rPr>
                      <w:sz w:val="18"/>
                      <w:szCs w:val="18"/>
                    </w:rPr>
                  </w:pPr>
                  <w:r>
                    <w:rPr>
                      <w:sz w:val="18"/>
                      <w:szCs w:val="18"/>
                    </w:rPr>
                    <w:t>Claw of the Werewolf</w:t>
                  </w:r>
                </w:p>
                <w:p w:rsidR="00F37C3D" w:rsidRDefault="00F37C3D">
                  <w:pPr>
                    <w:jc w:val="center"/>
                    <w:rPr>
                      <w:sz w:val="18"/>
                      <w:szCs w:val="18"/>
                    </w:rPr>
                  </w:pPr>
                  <w:r>
                    <w:rPr>
                      <w:sz w:val="18"/>
                      <w:szCs w:val="18"/>
                    </w:rPr>
                    <w:t>Tommy Donbavand</w:t>
                  </w:r>
                </w:p>
                <w:p w:rsidR="00F37C3D" w:rsidRDefault="00F37C3D">
                  <w:pPr>
                    <w:jc w:val="center"/>
                    <w:rPr>
                      <w:sz w:val="20"/>
                      <w:szCs w:val="20"/>
                    </w:rPr>
                  </w:pPr>
                </w:p>
              </w:txbxContent>
            </v:textbox>
          </v:oval>
        </w:pict>
      </w: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r>
        <w:rPr>
          <w:noProof/>
        </w:rPr>
        <w:pict>
          <v:oval id="_x0000_s1114" style="position:absolute;left:0;text-align:left;margin-left:-9pt;margin-top:8.55pt;width:108pt;height:58.5pt;z-index:251652608">
            <v:textbox>
              <w:txbxContent>
                <w:p w:rsidR="00F37C3D" w:rsidRDefault="00F37C3D">
                  <w:pPr>
                    <w:jc w:val="center"/>
                  </w:pPr>
                  <w:r>
                    <w:t>Kiss</w:t>
                  </w:r>
                </w:p>
                <w:p w:rsidR="00F37C3D" w:rsidRDefault="00F37C3D">
                  <w:pPr>
                    <w:jc w:val="center"/>
                    <w:rPr>
                      <w:sz w:val="20"/>
                      <w:szCs w:val="20"/>
                    </w:rPr>
                  </w:pPr>
                  <w:r>
                    <w:rPr>
                      <w:sz w:val="20"/>
                      <w:szCs w:val="20"/>
                    </w:rPr>
                    <w:t>Jacqueline Wilson</w:t>
                  </w:r>
                </w:p>
              </w:txbxContent>
            </v:textbox>
          </v:oval>
        </w:pict>
      </w:r>
      <w:r>
        <w:rPr>
          <w:noProof/>
        </w:rPr>
        <w:pict>
          <v:oval id="_x0000_s1115" style="position:absolute;left:0;text-align:left;margin-left:225pt;margin-top:10.55pt;width:108pt;height:56.5pt;z-index:251654656">
            <v:textbox>
              <w:txbxContent>
                <w:p w:rsidR="00F37C3D" w:rsidRDefault="00F37C3D">
                  <w:pPr>
                    <w:jc w:val="center"/>
                    <w:rPr>
                      <w:sz w:val="22"/>
                      <w:szCs w:val="22"/>
                    </w:rPr>
                  </w:pPr>
                  <w:r>
                    <w:rPr>
                      <w:sz w:val="22"/>
                      <w:szCs w:val="22"/>
                    </w:rPr>
                    <w:t>Voodoo Child</w:t>
                  </w:r>
                </w:p>
                <w:p w:rsidR="00F37C3D" w:rsidRDefault="00F37C3D">
                  <w:pPr>
                    <w:jc w:val="center"/>
                    <w:rPr>
                      <w:sz w:val="18"/>
                      <w:szCs w:val="18"/>
                    </w:rPr>
                  </w:pPr>
                </w:p>
                <w:p w:rsidR="00F37C3D" w:rsidRDefault="00F37C3D">
                  <w:pPr>
                    <w:jc w:val="center"/>
                    <w:rPr>
                      <w:sz w:val="18"/>
                      <w:szCs w:val="18"/>
                    </w:rPr>
                  </w:pPr>
                  <w:r>
                    <w:rPr>
                      <w:sz w:val="18"/>
                      <w:szCs w:val="18"/>
                    </w:rPr>
                    <w:t>Tony Bradman</w:t>
                  </w:r>
                </w:p>
                <w:p w:rsidR="00F37C3D" w:rsidRDefault="00F37C3D">
                  <w:pPr>
                    <w:jc w:val="center"/>
                    <w:rPr>
                      <w:sz w:val="20"/>
                      <w:szCs w:val="20"/>
                    </w:rPr>
                  </w:pPr>
                </w:p>
              </w:txbxContent>
            </v:textbox>
          </v:oval>
        </w:pict>
      </w:r>
      <w:r>
        <w:rPr>
          <w:noProof/>
        </w:rPr>
        <w:pict>
          <v:oval id="_x0000_s1116" style="position:absolute;left:0;text-align:left;margin-left:342pt;margin-top:10.55pt;width:108pt;height:55.9pt;z-index:251655680">
            <v:textbox>
              <w:txbxContent>
                <w:p w:rsidR="00F37C3D" w:rsidRDefault="00F37C3D">
                  <w:pPr>
                    <w:jc w:val="center"/>
                    <w:rPr>
                      <w:sz w:val="22"/>
                      <w:szCs w:val="22"/>
                    </w:rPr>
                  </w:pPr>
                  <w:r>
                    <w:rPr>
                      <w:sz w:val="22"/>
                      <w:szCs w:val="22"/>
                    </w:rPr>
                    <w:t>Dangerous Stunts</w:t>
                  </w:r>
                </w:p>
                <w:p w:rsidR="00F37C3D" w:rsidRDefault="00F37C3D">
                  <w:pPr>
                    <w:jc w:val="center"/>
                    <w:rPr>
                      <w:sz w:val="20"/>
                      <w:szCs w:val="20"/>
                    </w:rPr>
                  </w:pPr>
                  <w:r>
                    <w:rPr>
                      <w:sz w:val="20"/>
                      <w:szCs w:val="20"/>
                    </w:rPr>
                    <w:t>Jonny Zucker</w:t>
                  </w:r>
                </w:p>
              </w:txbxContent>
            </v:textbox>
          </v:oval>
        </w:pict>
      </w:r>
      <w:r>
        <w:rPr>
          <w:noProof/>
        </w:rPr>
        <w:pict>
          <v:oval id="_x0000_s1117" style="position:absolute;left:0;text-align:left;margin-left:108pt;margin-top:10.55pt;width:108pt;height:54pt;z-index:251653632">
            <v:textbox>
              <w:txbxContent>
                <w:p w:rsidR="00F37C3D" w:rsidRDefault="00F37C3D">
                  <w:pPr>
                    <w:jc w:val="center"/>
                    <w:rPr>
                      <w:sz w:val="20"/>
                      <w:szCs w:val="20"/>
                    </w:rPr>
                  </w:pPr>
                  <w:r>
                    <w:rPr>
                      <w:sz w:val="20"/>
                      <w:szCs w:val="20"/>
                    </w:rPr>
                    <w:t xml:space="preserve">Curse of the Frozen </w:t>
                  </w:r>
                  <w:smartTag w:uri="urn:schemas-microsoft-com:office:smarttags" w:element="place">
                    <w:r>
                      <w:rPr>
                        <w:sz w:val="20"/>
                        <w:szCs w:val="20"/>
                      </w:rPr>
                      <w:t>Loch</w:t>
                    </w:r>
                  </w:smartTag>
                </w:p>
                <w:p w:rsidR="00F37C3D" w:rsidRDefault="00F37C3D">
                  <w:pPr>
                    <w:jc w:val="center"/>
                    <w:rPr>
                      <w:sz w:val="18"/>
                      <w:szCs w:val="18"/>
                    </w:rPr>
                  </w:pPr>
                  <w:r>
                    <w:rPr>
                      <w:sz w:val="18"/>
                      <w:szCs w:val="18"/>
                    </w:rPr>
                    <w:t>Anthony Masters</w:t>
                  </w:r>
                </w:p>
              </w:txbxContent>
            </v:textbox>
          </v:oval>
        </w:pict>
      </w: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r>
        <w:rPr>
          <w:noProof/>
        </w:rPr>
        <w:pict>
          <v:oval id="_x0000_s1118" style="position:absolute;left:0;text-align:left;margin-left:-9pt;margin-top:.1pt;width:108pt;height:58.45pt;z-index:251656704">
            <v:textbox>
              <w:txbxContent>
                <w:p w:rsidR="00F37C3D" w:rsidRDefault="00F37C3D">
                  <w:pPr>
                    <w:jc w:val="center"/>
                    <w:rPr>
                      <w:szCs w:val="20"/>
                    </w:rPr>
                  </w:pPr>
                  <w:r>
                    <w:rPr>
                      <w:szCs w:val="20"/>
                    </w:rPr>
                    <w:t>Mr Gum…</w:t>
                  </w:r>
                </w:p>
                <w:p w:rsidR="00F37C3D" w:rsidRDefault="00F37C3D">
                  <w:pPr>
                    <w:ind w:right="-120" w:hanging="180"/>
                    <w:jc w:val="center"/>
                    <w:rPr>
                      <w:sz w:val="16"/>
                      <w:szCs w:val="16"/>
                    </w:rPr>
                  </w:pPr>
                </w:p>
                <w:p w:rsidR="00F37C3D" w:rsidRDefault="00F37C3D">
                  <w:pPr>
                    <w:ind w:right="-120" w:hanging="180"/>
                    <w:jc w:val="center"/>
                    <w:rPr>
                      <w:szCs w:val="20"/>
                    </w:rPr>
                  </w:pPr>
                  <w:r>
                    <w:rPr>
                      <w:szCs w:val="20"/>
                    </w:rPr>
                    <w:t>Andy Stanton</w:t>
                  </w:r>
                </w:p>
                <w:p w:rsidR="00F37C3D" w:rsidRDefault="00F37C3D">
                  <w:pPr>
                    <w:rPr>
                      <w:szCs w:val="20"/>
                    </w:rPr>
                  </w:pPr>
                </w:p>
              </w:txbxContent>
            </v:textbox>
          </v:oval>
        </w:pict>
      </w:r>
      <w:r>
        <w:rPr>
          <w:noProof/>
        </w:rPr>
        <w:pict>
          <v:oval id="_x0000_s1119" style="position:absolute;left:0;text-align:left;margin-left:108pt;margin-top:2.05pt;width:108pt;height:56.5pt;z-index:251657728">
            <v:textbox>
              <w:txbxContent>
                <w:p w:rsidR="00F37C3D" w:rsidRDefault="00F37C3D">
                  <w:pPr>
                    <w:jc w:val="center"/>
                    <w:rPr>
                      <w:sz w:val="20"/>
                      <w:szCs w:val="20"/>
                    </w:rPr>
                  </w:pPr>
                  <w:r>
                    <w:rPr>
                      <w:sz w:val="20"/>
                      <w:szCs w:val="20"/>
                    </w:rPr>
                    <w:t>Hazel, not a nut</w:t>
                  </w:r>
                </w:p>
                <w:p w:rsidR="00F37C3D" w:rsidRDefault="00F37C3D">
                  <w:pPr>
                    <w:jc w:val="center"/>
                    <w:rPr>
                      <w:sz w:val="16"/>
                      <w:szCs w:val="16"/>
                    </w:rPr>
                  </w:pPr>
                </w:p>
                <w:p w:rsidR="00F37C3D" w:rsidRDefault="00F37C3D">
                  <w:pPr>
                    <w:jc w:val="center"/>
                    <w:rPr>
                      <w:sz w:val="20"/>
                      <w:szCs w:val="20"/>
                    </w:rPr>
                  </w:pPr>
                  <w:r>
                    <w:rPr>
                      <w:sz w:val="20"/>
                      <w:szCs w:val="20"/>
                    </w:rPr>
                    <w:t>Gill Lobel</w:t>
                  </w:r>
                </w:p>
                <w:p w:rsidR="00F37C3D" w:rsidRDefault="00F37C3D">
                  <w:pPr>
                    <w:rPr>
                      <w:sz w:val="20"/>
                      <w:szCs w:val="20"/>
                    </w:rPr>
                  </w:pPr>
                  <w:r>
                    <w:rPr>
                      <w:sz w:val="20"/>
                      <w:szCs w:val="20"/>
                    </w:rPr>
                    <w:tab/>
                  </w:r>
                </w:p>
              </w:txbxContent>
            </v:textbox>
          </v:oval>
        </w:pict>
      </w:r>
      <w:r>
        <w:rPr>
          <w:noProof/>
        </w:rPr>
        <w:pict>
          <v:oval id="_x0000_s1120" style="position:absolute;left:0;text-align:left;margin-left:342pt;margin-top:2.05pt;width:108pt;height:54pt;z-index:251659776">
            <v:textbox>
              <w:txbxContent>
                <w:p w:rsidR="00F37C3D" w:rsidRDefault="00F37C3D">
                  <w:pPr>
                    <w:jc w:val="center"/>
                    <w:rPr>
                      <w:sz w:val="22"/>
                      <w:szCs w:val="22"/>
                    </w:rPr>
                  </w:pPr>
                  <w:r>
                    <w:rPr>
                      <w:sz w:val="22"/>
                      <w:szCs w:val="22"/>
                    </w:rPr>
                    <w:t>Artemis Fowl</w:t>
                  </w:r>
                </w:p>
                <w:p w:rsidR="00F37C3D" w:rsidRDefault="00F37C3D">
                  <w:pPr>
                    <w:jc w:val="center"/>
                    <w:rPr>
                      <w:sz w:val="18"/>
                      <w:szCs w:val="18"/>
                    </w:rPr>
                  </w:pPr>
                </w:p>
                <w:p w:rsidR="00F37C3D" w:rsidRDefault="00F37C3D">
                  <w:pPr>
                    <w:jc w:val="center"/>
                    <w:rPr>
                      <w:sz w:val="20"/>
                      <w:szCs w:val="20"/>
                    </w:rPr>
                  </w:pPr>
                  <w:r>
                    <w:rPr>
                      <w:sz w:val="20"/>
                      <w:szCs w:val="20"/>
                    </w:rPr>
                    <w:t>Eoin Colfer</w:t>
                  </w:r>
                </w:p>
                <w:p w:rsidR="00F37C3D" w:rsidRDefault="00F37C3D">
                  <w:pPr>
                    <w:jc w:val="center"/>
                    <w:rPr>
                      <w:sz w:val="18"/>
                      <w:szCs w:val="18"/>
                    </w:rPr>
                  </w:pPr>
                </w:p>
              </w:txbxContent>
            </v:textbox>
          </v:oval>
        </w:pict>
      </w:r>
      <w:r>
        <w:rPr>
          <w:noProof/>
        </w:rPr>
        <w:pict>
          <v:oval id="_x0000_s1121" style="position:absolute;left:0;text-align:left;margin-left:225pt;margin-top:2.05pt;width:108pt;height:54pt;z-index:251658752">
            <v:textbox>
              <w:txbxContent>
                <w:p w:rsidR="00F37C3D" w:rsidRDefault="00F37C3D">
                  <w:pPr>
                    <w:jc w:val="center"/>
                    <w:rPr>
                      <w:sz w:val="18"/>
                      <w:szCs w:val="18"/>
                    </w:rPr>
                  </w:pPr>
                  <w:r>
                    <w:rPr>
                      <w:sz w:val="18"/>
                      <w:szCs w:val="18"/>
                    </w:rPr>
                    <w:t>Mates, Dates and Pulling Power</w:t>
                  </w:r>
                </w:p>
                <w:p w:rsidR="00F37C3D" w:rsidRDefault="00F37C3D">
                  <w:pPr>
                    <w:jc w:val="center"/>
                    <w:rPr>
                      <w:sz w:val="16"/>
                      <w:szCs w:val="16"/>
                    </w:rPr>
                  </w:pPr>
                  <w:r>
                    <w:rPr>
                      <w:sz w:val="18"/>
                      <w:szCs w:val="18"/>
                    </w:rPr>
                    <w:t>Cathy Hopkins</w:t>
                  </w:r>
                </w:p>
              </w:txbxContent>
            </v:textbox>
          </v:oval>
        </w:pict>
      </w: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r>
        <w:rPr>
          <w:sz w:val="28"/>
          <w:szCs w:val="28"/>
        </w:rPr>
        <w:t xml:space="preserve">                          </w:t>
      </w: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F37C3D" w:rsidRDefault="00F37C3D">
      <w:pPr>
        <w:rPr>
          <w:b/>
          <w:sz w:val="32"/>
          <w:szCs w:val="32"/>
        </w:rPr>
      </w:pPr>
    </w:p>
    <w:p w:rsidR="00F37C3D" w:rsidRDefault="00F37C3D">
      <w:pPr>
        <w:rPr>
          <w:b/>
          <w:sz w:val="32"/>
          <w:szCs w:val="32"/>
        </w:rPr>
      </w:pPr>
    </w:p>
    <w:p w:rsidR="00F37C3D" w:rsidRDefault="00F37C3D">
      <w:pPr>
        <w:rPr>
          <w:b/>
          <w:sz w:val="32"/>
          <w:szCs w:val="32"/>
        </w:rPr>
      </w:pPr>
      <w:r>
        <w:rPr>
          <w:b/>
          <w:sz w:val="32"/>
          <w:szCs w:val="32"/>
        </w:rPr>
        <w:t>Pupil Reading Reflection Sheet:</w:t>
      </w:r>
    </w:p>
    <w:p w:rsidR="00F37C3D" w:rsidRDefault="00F37C3D"/>
    <w:p w:rsidR="00F37C3D" w:rsidRDefault="00F37C3D">
      <w: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rsidR="00F37C3D" w:rsidRDefault="00F37C3D"/>
    <w:p w:rsidR="00F37C3D" w:rsidRDefault="00F37C3D">
      <w:r>
        <w:t xml:space="preserve">Please </w:t>
      </w:r>
      <w:r>
        <w:rPr>
          <w:b/>
        </w:rPr>
        <w:t>circle</w:t>
      </w:r>
      <w:r>
        <w:t xml:space="preserve"> the answer that best describes you.</w:t>
      </w:r>
    </w:p>
    <w:p w:rsidR="00F37C3D" w:rsidRDefault="00F37C3D">
      <w:pPr>
        <w:rPr>
          <w:b/>
        </w:rPr>
      </w:pPr>
    </w:p>
    <w:p w:rsidR="00F37C3D" w:rsidRDefault="00F37C3D">
      <w:pPr>
        <w:rPr>
          <w:b/>
        </w:rPr>
      </w:pPr>
      <w:r>
        <w:rPr>
          <w:b/>
        </w:rPr>
        <w:t>August</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Pr>
        <w:rPr>
          <w:sz w:val="20"/>
          <w:szCs w:val="20"/>
        </w:rPr>
      </w:pPr>
    </w:p>
    <w:p w:rsidR="00F37C3D" w:rsidRDefault="00F37C3D">
      <w:pPr>
        <w:rPr>
          <w:sz w:val="20"/>
          <w:szCs w:val="20"/>
        </w:rPr>
      </w:pPr>
    </w:p>
    <w:p w:rsidR="00F37C3D" w:rsidRDefault="00F37C3D">
      <w:pPr>
        <w:rPr>
          <w:b/>
          <w:sz w:val="28"/>
          <w:szCs w:val="28"/>
        </w:rPr>
      </w:pPr>
      <w:r>
        <w:rPr>
          <w:b/>
          <w:sz w:val="28"/>
          <w:szCs w:val="28"/>
        </w:rPr>
        <w:t>Parent Reading Reflection:</w:t>
      </w:r>
    </w:p>
    <w:p w:rsidR="00F37C3D" w:rsidRDefault="00F37C3D">
      <w:pPr>
        <w:rPr>
          <w:b/>
          <w:sz w:val="36"/>
          <w:szCs w:val="36"/>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r>
        <w:rPr>
          <w:b/>
        </w:rPr>
        <w:t>No</w:t>
      </w:r>
      <w:r>
        <w:t>- What aspect is concerning you? _______________________________________</w:t>
      </w:r>
    </w:p>
    <w:p w:rsidR="00F37C3D" w:rsidRDefault="00F37C3D">
      <w:pPr>
        <w:rPr>
          <w:b/>
          <w:sz w:val="32"/>
          <w:szCs w:val="32"/>
        </w:rPr>
      </w:pPr>
    </w:p>
    <w:p w:rsidR="00F37C3D" w:rsidRDefault="00F37C3D">
      <w:pPr>
        <w:rPr>
          <w:b/>
          <w:sz w:val="32"/>
          <w:szCs w:val="32"/>
        </w:rPr>
      </w:pPr>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September</w:t>
      </w:r>
    </w:p>
    <w:p w:rsidR="00F37C3D" w:rsidRDefault="00F37C3D">
      <w:pPr>
        <w:rPr>
          <w:b/>
          <w:sz w:val="32"/>
          <w:szCs w:val="32"/>
        </w:rPr>
      </w:pPr>
    </w:p>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r>
        <w:rPr>
          <w:b/>
        </w:rPr>
        <w:t>No</w:t>
      </w:r>
      <w:r>
        <w:t>- What aspect is concerning you? _______________________________________</w:t>
      </w:r>
    </w:p>
    <w:p w:rsidR="00F37C3D" w:rsidRDefault="00F37C3D">
      <w:pPr>
        <w:rPr>
          <w:b/>
          <w:sz w:val="32"/>
          <w:szCs w:val="32"/>
        </w:rPr>
      </w:pPr>
    </w:p>
    <w:p w:rsidR="00F37C3D" w:rsidRDefault="00F37C3D">
      <w:pPr>
        <w:rPr>
          <w:b/>
          <w:sz w:val="32"/>
          <w:szCs w:val="32"/>
        </w:rPr>
      </w:pPr>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 xml:space="preserve">October </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r>
        <w:rPr>
          <w:b/>
        </w:rPr>
        <w:t>No</w:t>
      </w:r>
      <w:r>
        <w:t>- What aspect is concerning you? _______________________________________</w:t>
      </w:r>
    </w:p>
    <w:p w:rsidR="00F37C3D" w:rsidRDefault="00F37C3D"/>
    <w:p w:rsidR="00F37C3D" w:rsidRDefault="00F37C3D"/>
    <w:p w:rsidR="00F37C3D" w:rsidRDefault="00F37C3D">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November</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pPr>
        <w:rPr>
          <w:b/>
          <w:sz w:val="32"/>
          <w:szCs w:val="32"/>
        </w:rPr>
      </w:pPr>
      <w:r>
        <w:rPr>
          <w:b/>
        </w:rPr>
        <w:t>No</w:t>
      </w:r>
      <w:r>
        <w:t>- What aspect is concerning you? _______________________________________</w:t>
      </w:r>
    </w:p>
    <w:p w:rsidR="00F37C3D" w:rsidRDefault="00F37C3D">
      <w:pPr>
        <w:rPr>
          <w:b/>
          <w:sz w:val="32"/>
          <w:szCs w:val="32"/>
        </w:rPr>
      </w:pPr>
    </w:p>
    <w:p w:rsidR="00F37C3D" w:rsidRDefault="00F37C3D">
      <w:pPr>
        <w:rPr>
          <w:b/>
          <w:sz w:val="32"/>
          <w:szCs w:val="32"/>
        </w:rPr>
      </w:pPr>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December</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r>
        <w:rPr>
          <w:b/>
        </w:rPr>
        <w:t>No</w:t>
      </w:r>
      <w:r>
        <w:t>- What aspect is concerning you? _______________________________________</w:t>
      </w:r>
    </w:p>
    <w:p w:rsidR="00F37C3D" w:rsidRDefault="00F37C3D">
      <w:pPr>
        <w:rPr>
          <w:b/>
          <w:sz w:val="36"/>
          <w:szCs w:val="36"/>
          <w:u w:val="single"/>
        </w:rPr>
      </w:pPr>
    </w:p>
    <w:p w:rsidR="00F37C3D" w:rsidRDefault="00F37C3D">
      <w:pPr>
        <w:jc w:val="center"/>
      </w:pPr>
    </w:p>
    <w:p w:rsidR="00F37C3D" w:rsidRDefault="00F37C3D">
      <w:pPr>
        <w:rPr>
          <w:b/>
          <w:sz w:val="36"/>
          <w:szCs w:val="36"/>
          <w:u w:val="single"/>
        </w:rPr>
      </w:pPr>
    </w:p>
    <w:p w:rsidR="00F37C3D" w:rsidRDefault="00F37C3D">
      <w:pPr>
        <w:rPr>
          <w:sz w:val="36"/>
          <w:szCs w:val="36"/>
        </w:rPr>
      </w:pPr>
      <w:r>
        <w:rPr>
          <w:b/>
          <w:sz w:val="36"/>
          <w:szCs w:val="36"/>
          <w:u w:val="single"/>
        </w:rPr>
        <w:t xml:space="preserve">CONNECT  FOUR </w:t>
      </w:r>
      <w:r>
        <w:rPr>
          <w:sz w:val="36"/>
          <w:szCs w:val="36"/>
        </w:rPr>
        <w:tab/>
        <w:t xml:space="preserve">     Yellow &amp; Green</w:t>
      </w:r>
      <w:r>
        <w:rPr>
          <w:sz w:val="36"/>
          <w:szCs w:val="36"/>
        </w:rPr>
        <w:tab/>
      </w:r>
      <w:r>
        <w:rPr>
          <w:sz w:val="36"/>
          <w:szCs w:val="36"/>
        </w:rPr>
        <w:tab/>
        <w:t>4.0-5.9</w:t>
      </w:r>
    </w:p>
    <w:p w:rsidR="00F37C3D" w:rsidRDefault="00F37C3D">
      <w:pPr>
        <w:rPr>
          <w:b/>
          <w:sz w:val="36"/>
          <w:szCs w:val="36"/>
          <w:u w:val="single"/>
        </w:rPr>
      </w:pPr>
    </w:p>
    <w:p w:rsidR="00F37C3D" w:rsidRDefault="00F37C3D">
      <w:pPr>
        <w:jc w:val="right"/>
        <w:rPr>
          <w:b/>
          <w:sz w:val="36"/>
          <w:szCs w:val="36"/>
          <w:u w:val="single"/>
        </w:rPr>
      </w:pPr>
      <w:r>
        <w:rPr>
          <w:b/>
          <w:sz w:val="36"/>
          <w:szCs w:val="36"/>
          <w:u w:val="single"/>
        </w:rPr>
        <w:t>Term 2: January to Easter</w:t>
      </w:r>
    </w:p>
    <w:p w:rsidR="00F37C3D" w:rsidRDefault="00F37C3D">
      <w:pPr>
        <w:rPr>
          <w:b/>
          <w:sz w:val="36"/>
          <w:szCs w:val="36"/>
          <w:u w:val="single"/>
        </w:rPr>
      </w:pPr>
    </w:p>
    <w:p w:rsidR="00F37C3D" w:rsidRDefault="00F37C3D">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F37C3D" w:rsidRDefault="00F37C3D">
      <w:pPr>
        <w:jc w:val="both"/>
        <w:rPr>
          <w:sz w:val="28"/>
          <w:szCs w:val="28"/>
        </w:rPr>
      </w:pPr>
    </w:p>
    <w:p w:rsidR="00F37C3D" w:rsidRDefault="00F37C3D">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F37C3D" w:rsidRDefault="00F37C3D">
      <w:pPr>
        <w:jc w:val="both"/>
        <w:rPr>
          <w:sz w:val="28"/>
          <w:szCs w:val="28"/>
        </w:rPr>
      </w:pPr>
    </w:p>
    <w:p w:rsidR="00F37C3D" w:rsidRDefault="00F37C3D">
      <w:pPr>
        <w:jc w:val="both"/>
        <w:rPr>
          <w:sz w:val="28"/>
          <w:szCs w:val="28"/>
        </w:rPr>
      </w:pPr>
      <w:r>
        <w:rPr>
          <w:sz w:val="28"/>
          <w:szCs w:val="28"/>
        </w:rPr>
        <w:t>ENJOY!</w:t>
      </w: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p>
    <w:p w:rsidR="00F37C3D" w:rsidRDefault="00F37C3D">
      <w:pPr>
        <w:jc w:val="both"/>
        <w:rPr>
          <w:sz w:val="28"/>
          <w:szCs w:val="28"/>
        </w:rPr>
      </w:pPr>
      <w:r>
        <w:rPr>
          <w:noProof/>
        </w:rPr>
        <w:pict>
          <v:oval id="_x0000_s1122" style="position:absolute;left:0;text-align:left;margin-left:354pt;margin-top:6.85pt;width:105pt;height:63pt;z-index:251664896">
            <v:textbox>
              <w:txbxContent>
                <w:p w:rsidR="00F37C3D" w:rsidRDefault="00F37C3D">
                  <w:pPr>
                    <w:jc w:val="center"/>
                    <w:rPr>
                      <w:sz w:val="22"/>
                      <w:szCs w:val="22"/>
                    </w:rPr>
                  </w:pPr>
                  <w:r>
                    <w:rPr>
                      <w:sz w:val="22"/>
                      <w:szCs w:val="22"/>
                    </w:rPr>
                    <w:t>The Enemy</w:t>
                  </w:r>
                </w:p>
                <w:p w:rsidR="00F37C3D" w:rsidRDefault="00F37C3D">
                  <w:pPr>
                    <w:jc w:val="center"/>
                    <w:rPr>
                      <w:sz w:val="16"/>
                      <w:szCs w:val="16"/>
                    </w:rPr>
                  </w:pPr>
                </w:p>
                <w:p w:rsidR="00F37C3D" w:rsidRDefault="00F37C3D">
                  <w:pPr>
                    <w:jc w:val="center"/>
                    <w:rPr>
                      <w:sz w:val="20"/>
                      <w:szCs w:val="20"/>
                    </w:rPr>
                  </w:pPr>
                  <w:r>
                    <w:rPr>
                      <w:sz w:val="20"/>
                      <w:szCs w:val="20"/>
                    </w:rPr>
                    <w:t>Charlie Higson</w:t>
                  </w:r>
                </w:p>
              </w:txbxContent>
            </v:textbox>
          </v:oval>
        </w:pict>
      </w:r>
      <w:r>
        <w:rPr>
          <w:noProof/>
        </w:rPr>
        <w:pict>
          <v:oval id="_x0000_s1123" style="position:absolute;left:0;text-align:left;margin-left:237pt;margin-top:7.35pt;width:105pt;height:62.5pt;z-index:251663872">
            <v:textbox>
              <w:txbxContent>
                <w:p w:rsidR="00F37C3D" w:rsidRDefault="00F37C3D">
                  <w:pPr>
                    <w:jc w:val="center"/>
                    <w:rPr>
                      <w:sz w:val="18"/>
                      <w:szCs w:val="18"/>
                    </w:rPr>
                  </w:pPr>
                  <w:r>
                    <w:rPr>
                      <w:sz w:val="18"/>
                      <w:szCs w:val="18"/>
                    </w:rPr>
                    <w:t>Noughts and Crosses</w:t>
                  </w:r>
                </w:p>
                <w:p w:rsidR="00F37C3D" w:rsidRDefault="00F37C3D">
                  <w:pPr>
                    <w:jc w:val="center"/>
                    <w:rPr>
                      <w:sz w:val="18"/>
                      <w:szCs w:val="18"/>
                    </w:rPr>
                  </w:pPr>
                  <w:r>
                    <w:rPr>
                      <w:sz w:val="18"/>
                      <w:szCs w:val="18"/>
                    </w:rPr>
                    <w:t>Malorie Blackman</w:t>
                  </w:r>
                </w:p>
                <w:p w:rsidR="00F37C3D" w:rsidRDefault="00F37C3D">
                  <w:pPr>
                    <w:jc w:val="center"/>
                    <w:rPr>
                      <w:sz w:val="18"/>
                      <w:szCs w:val="18"/>
                    </w:rPr>
                  </w:pPr>
                </w:p>
              </w:txbxContent>
            </v:textbox>
          </v:oval>
        </w:pict>
      </w:r>
      <w:r>
        <w:rPr>
          <w:noProof/>
        </w:rPr>
        <w:pict>
          <v:oval id="_x0000_s1124" style="position:absolute;left:0;text-align:left;margin-left:3pt;margin-top:6.85pt;width:105pt;height:62.45pt;z-index:251661824">
            <v:textbox>
              <w:txbxContent>
                <w:p w:rsidR="00F37C3D" w:rsidRDefault="00F37C3D">
                  <w:pPr>
                    <w:ind w:right="-180" w:hanging="180"/>
                    <w:jc w:val="center"/>
                    <w:rPr>
                      <w:sz w:val="22"/>
                      <w:szCs w:val="22"/>
                    </w:rPr>
                  </w:pPr>
                  <w:r>
                    <w:rPr>
                      <w:sz w:val="22"/>
                      <w:szCs w:val="22"/>
                    </w:rPr>
                    <w:t>What I saw and how I lied</w:t>
                  </w:r>
                </w:p>
                <w:p w:rsidR="00F37C3D" w:rsidRDefault="00F37C3D">
                  <w:pPr>
                    <w:jc w:val="center"/>
                    <w:rPr>
                      <w:sz w:val="22"/>
                      <w:szCs w:val="22"/>
                    </w:rPr>
                  </w:pPr>
                  <w:r>
                    <w:rPr>
                      <w:sz w:val="22"/>
                      <w:szCs w:val="22"/>
                    </w:rPr>
                    <w:t>Judy Blundell</w:t>
                  </w:r>
                </w:p>
              </w:txbxContent>
            </v:textbox>
          </v:oval>
        </w:pict>
      </w:r>
      <w:r>
        <w:rPr>
          <w:noProof/>
        </w:rPr>
        <w:pict>
          <v:oval id="_x0000_s1125" style="position:absolute;left:0;text-align:left;margin-left:120pt;margin-top:7.35pt;width:105pt;height:54pt;z-index:251662848">
            <v:textbox>
              <w:txbxContent>
                <w:p w:rsidR="00F37C3D" w:rsidRDefault="00F37C3D">
                  <w:pPr>
                    <w:jc w:val="center"/>
                    <w:rPr>
                      <w:sz w:val="22"/>
                      <w:szCs w:val="22"/>
                    </w:rPr>
                  </w:pPr>
                  <w:r>
                    <w:rPr>
                      <w:sz w:val="22"/>
                      <w:szCs w:val="22"/>
                    </w:rPr>
                    <w:t>Ginger Snaps</w:t>
                  </w:r>
                </w:p>
                <w:p w:rsidR="00F37C3D" w:rsidRDefault="00F37C3D">
                  <w:pPr>
                    <w:jc w:val="center"/>
                    <w:rPr>
                      <w:sz w:val="16"/>
                      <w:szCs w:val="16"/>
                    </w:rPr>
                  </w:pPr>
                </w:p>
                <w:p w:rsidR="00F37C3D" w:rsidRDefault="00F37C3D">
                  <w:pPr>
                    <w:jc w:val="center"/>
                    <w:rPr>
                      <w:sz w:val="18"/>
                      <w:szCs w:val="18"/>
                    </w:rPr>
                  </w:pPr>
                  <w:r>
                    <w:rPr>
                      <w:sz w:val="18"/>
                      <w:szCs w:val="18"/>
                    </w:rPr>
                    <w:t>Cathy Cassidy</w:t>
                  </w:r>
                </w:p>
              </w:txbxContent>
            </v:textbox>
          </v:oval>
        </w:pict>
      </w:r>
    </w:p>
    <w:p w:rsidR="00F37C3D" w:rsidRDefault="00F37C3D"/>
    <w:p w:rsidR="00F37C3D" w:rsidRDefault="00F37C3D"/>
    <w:p w:rsidR="00F37C3D" w:rsidRDefault="00F37C3D"/>
    <w:p w:rsidR="00F37C3D" w:rsidRDefault="00F37C3D"/>
    <w:p w:rsidR="00F37C3D" w:rsidRDefault="00F37C3D">
      <w:r>
        <w:rPr>
          <w:noProof/>
        </w:rPr>
        <w:pict>
          <v:oval id="_x0000_s1126" style="position:absolute;margin-left:354pt;margin-top:8.05pt;width:105pt;height:54pt;z-index:251668992">
            <v:textbox>
              <w:txbxContent>
                <w:p w:rsidR="00F37C3D" w:rsidRDefault="00F37C3D">
                  <w:pPr>
                    <w:jc w:val="center"/>
                    <w:rPr>
                      <w:sz w:val="22"/>
                      <w:szCs w:val="22"/>
                    </w:rPr>
                  </w:pPr>
                  <w:r>
                    <w:rPr>
                      <w:sz w:val="22"/>
                      <w:szCs w:val="22"/>
                    </w:rPr>
                    <w:t>Elsewhere</w:t>
                  </w:r>
                </w:p>
                <w:p w:rsidR="00F37C3D" w:rsidRDefault="00F37C3D">
                  <w:pPr>
                    <w:jc w:val="center"/>
                    <w:rPr>
                      <w:sz w:val="16"/>
                      <w:szCs w:val="16"/>
                    </w:rPr>
                  </w:pPr>
                </w:p>
                <w:p w:rsidR="00F37C3D" w:rsidRDefault="00F37C3D">
                  <w:pPr>
                    <w:jc w:val="center"/>
                    <w:rPr>
                      <w:sz w:val="20"/>
                      <w:szCs w:val="20"/>
                    </w:rPr>
                  </w:pPr>
                  <w:r>
                    <w:rPr>
                      <w:sz w:val="20"/>
                      <w:szCs w:val="20"/>
                    </w:rPr>
                    <w:t>Gabrielle Zevin</w:t>
                  </w:r>
                </w:p>
                <w:p w:rsidR="00F37C3D" w:rsidRDefault="00F37C3D">
                  <w:pPr>
                    <w:jc w:val="center"/>
                    <w:rPr>
                      <w:sz w:val="20"/>
                      <w:szCs w:val="20"/>
                    </w:rPr>
                  </w:pPr>
                </w:p>
              </w:txbxContent>
            </v:textbox>
          </v:oval>
        </w:pict>
      </w:r>
      <w:r>
        <w:rPr>
          <w:noProof/>
        </w:rPr>
        <w:pict>
          <v:oval id="_x0000_s1127" style="position:absolute;margin-left:237pt;margin-top:8.05pt;width:105pt;height:54pt;z-index:251667968">
            <v:textbox>
              <w:txbxContent>
                <w:p w:rsidR="00F37C3D" w:rsidRDefault="00F37C3D">
                  <w:pPr>
                    <w:jc w:val="center"/>
                    <w:rPr>
                      <w:sz w:val="20"/>
                      <w:szCs w:val="20"/>
                    </w:rPr>
                  </w:pPr>
                  <w:r>
                    <w:rPr>
                      <w:sz w:val="20"/>
                      <w:szCs w:val="20"/>
                    </w:rPr>
                    <w:t>Wayne Rooney</w:t>
                  </w:r>
                </w:p>
                <w:p w:rsidR="00F37C3D" w:rsidRDefault="00F37C3D">
                  <w:pPr>
                    <w:jc w:val="center"/>
                    <w:rPr>
                      <w:sz w:val="16"/>
                      <w:szCs w:val="16"/>
                    </w:rPr>
                  </w:pPr>
                </w:p>
                <w:p w:rsidR="00F37C3D" w:rsidRDefault="00F37C3D">
                  <w:pPr>
                    <w:jc w:val="center"/>
                    <w:rPr>
                      <w:sz w:val="20"/>
                      <w:szCs w:val="20"/>
                    </w:rPr>
                  </w:pPr>
                  <w:r>
                    <w:rPr>
                      <w:sz w:val="20"/>
                      <w:szCs w:val="20"/>
                    </w:rPr>
                    <w:t>Roy Apps</w:t>
                  </w:r>
                </w:p>
              </w:txbxContent>
            </v:textbox>
          </v:oval>
        </w:pict>
      </w:r>
      <w:r>
        <w:rPr>
          <w:noProof/>
        </w:rPr>
        <w:pict>
          <v:oval id="_x0000_s1128" style="position:absolute;margin-left:120pt;margin-top:8.05pt;width:105pt;height:54pt;z-index:251666944">
            <v:textbox>
              <w:txbxContent>
                <w:p w:rsidR="00F37C3D" w:rsidRDefault="00F37C3D">
                  <w:pPr>
                    <w:jc w:val="center"/>
                    <w:rPr>
                      <w:sz w:val="22"/>
                      <w:szCs w:val="22"/>
                    </w:rPr>
                  </w:pPr>
                  <w:r>
                    <w:rPr>
                      <w:sz w:val="22"/>
                      <w:szCs w:val="22"/>
                    </w:rPr>
                    <w:t>The Recruit</w:t>
                  </w:r>
                </w:p>
                <w:p w:rsidR="00F37C3D" w:rsidRDefault="00F37C3D">
                  <w:pPr>
                    <w:jc w:val="center"/>
                    <w:rPr>
                      <w:sz w:val="18"/>
                      <w:szCs w:val="18"/>
                    </w:rPr>
                  </w:pPr>
                  <w:r>
                    <w:rPr>
                      <w:sz w:val="18"/>
                      <w:szCs w:val="18"/>
                    </w:rPr>
                    <w:t>Robert Muchamore</w:t>
                  </w:r>
                </w:p>
              </w:txbxContent>
            </v:textbox>
          </v:oval>
        </w:pict>
      </w:r>
      <w:r>
        <w:rPr>
          <w:noProof/>
        </w:rPr>
        <w:pict>
          <v:oval id="_x0000_s1129" style="position:absolute;margin-left:3pt;margin-top:8.05pt;width:105pt;height:54pt;z-index:251665920">
            <v:textbox>
              <w:txbxContent>
                <w:p w:rsidR="00F37C3D" w:rsidRDefault="00F37C3D">
                  <w:pPr>
                    <w:jc w:val="center"/>
                    <w:rPr>
                      <w:sz w:val="22"/>
                      <w:szCs w:val="22"/>
                    </w:rPr>
                  </w:pPr>
                  <w:r>
                    <w:rPr>
                      <w:sz w:val="22"/>
                      <w:szCs w:val="22"/>
                    </w:rPr>
                    <w:t>Firestarter</w:t>
                  </w:r>
                </w:p>
                <w:p w:rsidR="00F37C3D" w:rsidRDefault="00F37C3D">
                  <w:pPr>
                    <w:jc w:val="center"/>
                    <w:rPr>
                      <w:sz w:val="16"/>
                      <w:szCs w:val="16"/>
                    </w:rPr>
                  </w:pPr>
                </w:p>
                <w:p w:rsidR="00F37C3D" w:rsidRDefault="00F37C3D">
                  <w:pPr>
                    <w:jc w:val="center"/>
                    <w:rPr>
                      <w:sz w:val="18"/>
                      <w:szCs w:val="18"/>
                    </w:rPr>
                  </w:pPr>
                  <w:r>
                    <w:rPr>
                      <w:sz w:val="18"/>
                      <w:szCs w:val="18"/>
                    </w:rPr>
                    <w:t>Catherine Forde</w:t>
                  </w:r>
                </w:p>
                <w:p w:rsidR="00F37C3D" w:rsidRDefault="00F37C3D">
                  <w:pPr>
                    <w:jc w:val="center"/>
                    <w:rPr>
                      <w:sz w:val="18"/>
                      <w:szCs w:val="18"/>
                    </w:rPr>
                  </w:pPr>
                </w:p>
              </w:txbxContent>
            </v:textbox>
          </v:oval>
        </w:pict>
      </w:r>
    </w:p>
    <w:p w:rsidR="00F37C3D" w:rsidRDefault="00F37C3D"/>
    <w:p w:rsidR="00F37C3D" w:rsidRDefault="00F37C3D"/>
    <w:p w:rsidR="00F37C3D" w:rsidRDefault="00F37C3D"/>
    <w:p w:rsidR="00F37C3D" w:rsidRDefault="00F37C3D"/>
    <w:p w:rsidR="00F37C3D" w:rsidRDefault="00F37C3D">
      <w:r>
        <w:rPr>
          <w:noProof/>
        </w:rPr>
        <w:pict>
          <v:oval id="_x0000_s1130" style="position:absolute;margin-left:3pt;margin-top:11.05pt;width:105pt;height:62.5pt;z-index:251670016">
            <v:textbox>
              <w:txbxContent>
                <w:p w:rsidR="00F37C3D" w:rsidRDefault="00F37C3D">
                  <w:pPr>
                    <w:jc w:val="center"/>
                    <w:rPr>
                      <w:sz w:val="22"/>
                      <w:szCs w:val="22"/>
                    </w:rPr>
                  </w:pPr>
                  <w:r>
                    <w:rPr>
                      <w:sz w:val="22"/>
                      <w:szCs w:val="22"/>
                    </w:rPr>
                    <w:t>Trainers V’s Tiara’s</w:t>
                  </w:r>
                </w:p>
                <w:p w:rsidR="00F37C3D" w:rsidRDefault="00F37C3D">
                  <w:pPr>
                    <w:jc w:val="center"/>
                    <w:rPr>
                      <w:sz w:val="16"/>
                      <w:szCs w:val="16"/>
                    </w:rPr>
                  </w:pPr>
                  <w:r>
                    <w:rPr>
                      <w:sz w:val="18"/>
                      <w:szCs w:val="18"/>
                    </w:rPr>
                    <w:t>Grace Dent</w:t>
                  </w:r>
                </w:p>
                <w:p w:rsidR="00F37C3D" w:rsidRDefault="00F37C3D">
                  <w:pPr>
                    <w:jc w:val="center"/>
                    <w:rPr>
                      <w:sz w:val="20"/>
                      <w:szCs w:val="20"/>
                    </w:rPr>
                  </w:pPr>
                </w:p>
              </w:txbxContent>
            </v:textbox>
          </v:oval>
        </w:pict>
      </w:r>
      <w:r>
        <w:rPr>
          <w:noProof/>
        </w:rPr>
        <w:pict>
          <v:oval id="_x0000_s1131" style="position:absolute;margin-left:120pt;margin-top:11.05pt;width:105pt;height:62.5pt;z-index:251671040">
            <v:textbox>
              <w:txbxContent>
                <w:p w:rsidR="00F37C3D" w:rsidRDefault="00F37C3D">
                  <w:pPr>
                    <w:ind w:right="-180" w:hanging="180"/>
                    <w:jc w:val="center"/>
                    <w:rPr>
                      <w:szCs w:val="20"/>
                    </w:rPr>
                  </w:pPr>
                  <w:r>
                    <w:rPr>
                      <w:szCs w:val="20"/>
                    </w:rPr>
                    <w:t>When you</w:t>
                  </w:r>
                </w:p>
                <w:p w:rsidR="00F37C3D" w:rsidRDefault="00F37C3D">
                  <w:pPr>
                    <w:ind w:right="-180" w:hanging="180"/>
                    <w:jc w:val="center"/>
                    <w:rPr>
                      <w:szCs w:val="20"/>
                    </w:rPr>
                  </w:pPr>
                  <w:r>
                    <w:rPr>
                      <w:szCs w:val="20"/>
                    </w:rPr>
                    <w:t>reach me</w:t>
                  </w:r>
                </w:p>
                <w:p w:rsidR="00F37C3D" w:rsidRDefault="00F37C3D">
                  <w:pPr>
                    <w:ind w:right="-180" w:hanging="180"/>
                    <w:jc w:val="center"/>
                    <w:rPr>
                      <w:szCs w:val="20"/>
                    </w:rPr>
                  </w:pPr>
                  <w:r>
                    <w:rPr>
                      <w:szCs w:val="20"/>
                    </w:rPr>
                    <w:t>Rebecca Stead</w:t>
                  </w:r>
                </w:p>
              </w:txbxContent>
            </v:textbox>
          </v:oval>
        </w:pict>
      </w:r>
      <w:r>
        <w:rPr>
          <w:noProof/>
        </w:rPr>
        <w:pict>
          <v:oval id="_x0000_s1132" style="position:absolute;margin-left:237pt;margin-top:11.05pt;width:114pt;height:61.9pt;z-index:251672064">
            <v:textbox>
              <w:txbxContent>
                <w:p w:rsidR="00F37C3D" w:rsidRDefault="00F37C3D">
                  <w:pPr>
                    <w:jc w:val="center"/>
                    <w:rPr>
                      <w:sz w:val="22"/>
                      <w:szCs w:val="22"/>
                    </w:rPr>
                  </w:pPr>
                  <w:r>
                    <w:rPr>
                      <w:sz w:val="22"/>
                      <w:szCs w:val="22"/>
                    </w:rPr>
                    <w:t>Killer</w:t>
                  </w:r>
                </w:p>
                <w:p w:rsidR="00F37C3D" w:rsidRDefault="00F37C3D">
                  <w:pPr>
                    <w:jc w:val="center"/>
                    <w:rPr>
                      <w:sz w:val="22"/>
                      <w:szCs w:val="22"/>
                    </w:rPr>
                  </w:pPr>
                </w:p>
                <w:p w:rsidR="00F37C3D" w:rsidRDefault="00F37C3D">
                  <w:pPr>
                    <w:jc w:val="center"/>
                    <w:rPr>
                      <w:sz w:val="22"/>
                      <w:szCs w:val="22"/>
                    </w:rPr>
                  </w:pPr>
                  <w:r>
                    <w:rPr>
                      <w:sz w:val="22"/>
                      <w:szCs w:val="22"/>
                    </w:rPr>
                    <w:t>Joe Craig</w:t>
                  </w:r>
                </w:p>
                <w:p w:rsidR="00F37C3D" w:rsidRDefault="00F37C3D">
                  <w:pPr>
                    <w:jc w:val="center"/>
                    <w:rPr>
                      <w:sz w:val="20"/>
                      <w:szCs w:val="20"/>
                    </w:rPr>
                  </w:pPr>
                  <w:r>
                    <w:rPr>
                      <w:sz w:val="20"/>
                      <w:szCs w:val="20"/>
                    </w:rPr>
                    <w:tab/>
                  </w:r>
                </w:p>
              </w:txbxContent>
            </v:textbox>
          </v:oval>
        </w:pict>
      </w:r>
      <w:r>
        <w:rPr>
          <w:noProof/>
        </w:rPr>
        <w:pict>
          <v:oval id="_x0000_s1133" style="position:absolute;margin-left:5in;margin-top:11.05pt;width:108pt;height:54pt;z-index:251673088">
            <v:textbox>
              <w:txbxContent>
                <w:p w:rsidR="00F37C3D" w:rsidRDefault="00F37C3D">
                  <w:pPr>
                    <w:jc w:val="center"/>
                    <w:rPr>
                      <w:sz w:val="18"/>
                      <w:szCs w:val="18"/>
                    </w:rPr>
                  </w:pPr>
                  <w:r>
                    <w:rPr>
                      <w:sz w:val="18"/>
                      <w:szCs w:val="18"/>
                    </w:rPr>
                    <w:t>Millions</w:t>
                  </w:r>
                </w:p>
                <w:p w:rsidR="00F37C3D" w:rsidRDefault="00F37C3D">
                  <w:pPr>
                    <w:jc w:val="center"/>
                    <w:rPr>
                      <w:sz w:val="22"/>
                      <w:szCs w:val="22"/>
                    </w:rPr>
                  </w:pPr>
                  <w:r>
                    <w:rPr>
                      <w:sz w:val="18"/>
                      <w:szCs w:val="18"/>
                    </w:rPr>
                    <w:t>Frank Cottrell Boyce</w:t>
                  </w:r>
                </w:p>
                <w:p w:rsidR="00F37C3D" w:rsidRDefault="00F37C3D">
                  <w:pPr>
                    <w:jc w:val="center"/>
                    <w:rPr>
                      <w:sz w:val="20"/>
                      <w:szCs w:val="20"/>
                    </w:rPr>
                  </w:pPr>
                </w:p>
              </w:txbxContent>
            </v:textbox>
          </v:oval>
        </w:pict>
      </w:r>
    </w:p>
    <w:p w:rsidR="00F37C3D" w:rsidRDefault="00F37C3D"/>
    <w:p w:rsidR="00F37C3D" w:rsidRDefault="00F37C3D"/>
    <w:p w:rsidR="00F37C3D" w:rsidRDefault="00F37C3D"/>
    <w:p w:rsidR="00F37C3D" w:rsidRDefault="00F37C3D"/>
    <w:p w:rsidR="00F37C3D" w:rsidRDefault="00F37C3D">
      <w:r>
        <w:rPr>
          <w:noProof/>
        </w:rPr>
        <w:pict>
          <v:oval id="_x0000_s1134" style="position:absolute;margin-left:5in;margin-top:4.55pt;width:108pt;height:63pt;z-index:251677184">
            <v:textbox>
              <w:txbxContent>
                <w:p w:rsidR="00F37C3D" w:rsidRDefault="00F37C3D">
                  <w:pPr>
                    <w:jc w:val="center"/>
                    <w:rPr>
                      <w:sz w:val="22"/>
                      <w:szCs w:val="22"/>
                    </w:rPr>
                  </w:pPr>
                  <w:r>
                    <w:rPr>
                      <w:sz w:val="22"/>
                      <w:szCs w:val="22"/>
                    </w:rPr>
                    <w:t>The Story of Anne Frank</w:t>
                  </w:r>
                </w:p>
                <w:p w:rsidR="00F37C3D" w:rsidRDefault="00F37C3D">
                  <w:pPr>
                    <w:jc w:val="center"/>
                    <w:rPr>
                      <w:sz w:val="20"/>
                      <w:szCs w:val="20"/>
                    </w:rPr>
                  </w:pPr>
                  <w:r>
                    <w:rPr>
                      <w:sz w:val="20"/>
                      <w:szCs w:val="20"/>
                    </w:rPr>
                    <w:t>Jim Pipe</w:t>
                  </w:r>
                </w:p>
                <w:p w:rsidR="00F37C3D" w:rsidRDefault="00F37C3D">
                  <w:pPr>
                    <w:jc w:val="center"/>
                    <w:rPr>
                      <w:sz w:val="20"/>
                      <w:szCs w:val="20"/>
                    </w:rPr>
                  </w:pPr>
                </w:p>
                <w:p w:rsidR="00F37C3D" w:rsidRDefault="00F37C3D">
                  <w:pPr>
                    <w:jc w:val="center"/>
                    <w:rPr>
                      <w:sz w:val="20"/>
                      <w:szCs w:val="20"/>
                    </w:rPr>
                  </w:pPr>
                </w:p>
              </w:txbxContent>
            </v:textbox>
          </v:oval>
        </w:pict>
      </w:r>
    </w:p>
    <w:p w:rsidR="00F37C3D" w:rsidRDefault="00F37C3D">
      <w:r>
        <w:rPr>
          <w:noProof/>
        </w:rPr>
        <w:pict>
          <v:oval id="_x0000_s1135" style="position:absolute;margin-left:237pt;margin-top:.25pt;width:114pt;height:54pt;z-index:251676160">
            <v:textbox>
              <w:txbxContent>
                <w:p w:rsidR="00F37C3D" w:rsidRDefault="00F37C3D">
                  <w:pPr>
                    <w:jc w:val="center"/>
                    <w:rPr>
                      <w:sz w:val="22"/>
                      <w:szCs w:val="22"/>
                    </w:rPr>
                  </w:pPr>
                  <w:r>
                    <w:rPr>
                      <w:sz w:val="22"/>
                      <w:szCs w:val="22"/>
                    </w:rPr>
                    <w:t>Demon Thief</w:t>
                  </w:r>
                </w:p>
                <w:p w:rsidR="00F37C3D" w:rsidRDefault="00F37C3D">
                  <w:pPr>
                    <w:jc w:val="center"/>
                    <w:rPr>
                      <w:sz w:val="18"/>
                      <w:szCs w:val="18"/>
                    </w:rPr>
                  </w:pPr>
                </w:p>
                <w:p w:rsidR="00F37C3D" w:rsidRDefault="00F37C3D">
                  <w:pPr>
                    <w:jc w:val="center"/>
                    <w:rPr>
                      <w:sz w:val="18"/>
                      <w:szCs w:val="18"/>
                    </w:rPr>
                  </w:pPr>
                  <w:r>
                    <w:rPr>
                      <w:sz w:val="18"/>
                      <w:szCs w:val="18"/>
                    </w:rPr>
                    <w:t>Darren Shan</w:t>
                  </w:r>
                </w:p>
                <w:p w:rsidR="00F37C3D" w:rsidRDefault="00F37C3D">
                  <w:pPr>
                    <w:jc w:val="center"/>
                    <w:rPr>
                      <w:sz w:val="20"/>
                      <w:szCs w:val="20"/>
                    </w:rPr>
                  </w:pPr>
                </w:p>
              </w:txbxContent>
            </v:textbox>
          </v:oval>
        </w:pict>
      </w:r>
      <w:r>
        <w:rPr>
          <w:noProof/>
        </w:rPr>
        <w:pict>
          <v:oval id="_x0000_s1136" style="position:absolute;margin-left:120pt;margin-top:.25pt;width:105pt;height:54pt;z-index:251675136">
            <v:textbox>
              <w:txbxContent>
                <w:p w:rsidR="00F37C3D" w:rsidRDefault="00F37C3D">
                  <w:pPr>
                    <w:jc w:val="center"/>
                    <w:rPr>
                      <w:sz w:val="20"/>
                      <w:szCs w:val="20"/>
                    </w:rPr>
                  </w:pPr>
                  <w:r>
                    <w:rPr>
                      <w:sz w:val="20"/>
                      <w:szCs w:val="20"/>
                    </w:rPr>
                    <w:t>No Stone Unturned</w:t>
                  </w:r>
                </w:p>
                <w:p w:rsidR="00F37C3D" w:rsidRDefault="00F37C3D">
                  <w:pPr>
                    <w:jc w:val="center"/>
                    <w:rPr>
                      <w:sz w:val="18"/>
                      <w:szCs w:val="18"/>
                    </w:rPr>
                  </w:pPr>
                  <w:r>
                    <w:rPr>
                      <w:sz w:val="18"/>
                      <w:szCs w:val="18"/>
                    </w:rPr>
                    <w:t>Brian Keaney</w:t>
                  </w:r>
                </w:p>
              </w:txbxContent>
            </v:textbox>
          </v:oval>
        </w:pict>
      </w:r>
      <w:r>
        <w:rPr>
          <w:noProof/>
        </w:rPr>
        <w:pict>
          <v:oval id="_x0000_s1137" style="position:absolute;margin-left:3pt;margin-top:.25pt;width:105pt;height:54pt;z-index:251674112">
            <v:textbox>
              <w:txbxContent>
                <w:p w:rsidR="00F37C3D" w:rsidRDefault="00F37C3D">
                  <w:pPr>
                    <w:jc w:val="center"/>
                    <w:rPr>
                      <w:sz w:val="22"/>
                      <w:szCs w:val="22"/>
                    </w:rPr>
                  </w:pPr>
                  <w:r>
                    <w:rPr>
                      <w:sz w:val="22"/>
                      <w:szCs w:val="22"/>
                    </w:rPr>
                    <w:t>Candy</w:t>
                  </w:r>
                </w:p>
                <w:p w:rsidR="00F37C3D" w:rsidRDefault="00F37C3D">
                  <w:pPr>
                    <w:jc w:val="center"/>
                    <w:rPr>
                      <w:sz w:val="20"/>
                      <w:szCs w:val="20"/>
                    </w:rPr>
                  </w:pPr>
                </w:p>
                <w:p w:rsidR="00F37C3D" w:rsidRDefault="00F37C3D">
                  <w:pPr>
                    <w:jc w:val="center"/>
                    <w:rPr>
                      <w:sz w:val="18"/>
                      <w:szCs w:val="18"/>
                    </w:rPr>
                  </w:pPr>
                  <w:r>
                    <w:rPr>
                      <w:sz w:val="18"/>
                      <w:szCs w:val="18"/>
                    </w:rPr>
                    <w:t>Kevin Brooks</w:t>
                  </w:r>
                </w:p>
              </w:txbxContent>
            </v:textbox>
          </v:oval>
        </w:pict>
      </w:r>
    </w:p>
    <w:p w:rsidR="00F37C3D" w:rsidRDefault="00F37C3D"/>
    <w:p w:rsidR="00F37C3D" w:rsidRDefault="00F37C3D"/>
    <w:p w:rsidR="00F37C3D" w:rsidRDefault="00F37C3D"/>
    <w:p w:rsidR="00F37C3D" w:rsidRDefault="00F37C3D"/>
    <w:p w:rsidR="00F37C3D" w:rsidRDefault="00F37C3D">
      <w:r>
        <w:rPr>
          <w:noProof/>
        </w:rPr>
        <w:pict>
          <v:shape id="_x0000_s1138" type="#_x0000_t202" style="position:absolute;margin-left:-18pt;margin-top:11.75pt;width:495pt;height:78.3pt;z-index:251660800" strokecolor="white">
            <v:textbox>
              <w:txbxContent>
                <w:p w:rsidR="00F37C3D" w:rsidRDefault="00F37C3D">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F37C3D" w:rsidRDefault="00F37C3D">
                  <w:pPr>
                    <w:jc w:val="both"/>
                    <w:rPr>
                      <w:sz w:val="28"/>
                      <w:szCs w:val="28"/>
                    </w:rPr>
                  </w:pPr>
                </w:p>
                <w:p w:rsidR="00F37C3D" w:rsidRDefault="00F37C3D">
                  <w:pPr>
                    <w:jc w:val="both"/>
                    <w:rPr>
                      <w:sz w:val="28"/>
                      <w:szCs w:val="28"/>
                    </w:rPr>
                  </w:pPr>
                </w:p>
                <w:p w:rsidR="00F37C3D" w:rsidRDefault="00F37C3D">
                  <w:pPr>
                    <w:rPr>
                      <w:szCs w:val="20"/>
                    </w:rPr>
                  </w:pPr>
                </w:p>
              </w:txbxContent>
            </v:textbox>
          </v:shape>
        </w:pict>
      </w:r>
    </w:p>
    <w:p w:rsidR="00F37C3D" w:rsidRDefault="00F37C3D"/>
    <w:p w:rsidR="00F37C3D" w:rsidRDefault="00F37C3D"/>
    <w:p w:rsidR="00F37C3D" w:rsidRDefault="00F37C3D">
      <w:pPr>
        <w:rPr>
          <w:b/>
          <w:sz w:val="36"/>
          <w:szCs w:val="36"/>
          <w:u w:val="single"/>
        </w:rPr>
      </w:pPr>
      <w:r>
        <w:rPr>
          <w:b/>
          <w:sz w:val="36"/>
          <w:szCs w:val="36"/>
          <w:u w:val="single"/>
        </w:rPr>
        <w:t>CONNECT  FOUR</w:t>
      </w:r>
    </w:p>
    <w:p w:rsidR="00F37C3D" w:rsidRDefault="00F37C3D">
      <w:pPr>
        <w:jc w:val="center"/>
      </w:pPr>
    </w:p>
    <w:p w:rsidR="00F37C3D" w:rsidRDefault="00F37C3D">
      <w:pPr>
        <w:rPr>
          <w:b/>
          <w:sz w:val="32"/>
          <w:szCs w:val="32"/>
        </w:rPr>
      </w:pPr>
    </w:p>
    <w:p w:rsidR="00F37C3D" w:rsidRDefault="00F37C3D">
      <w:pPr>
        <w:rPr>
          <w:b/>
          <w:sz w:val="32"/>
          <w:szCs w:val="32"/>
        </w:rPr>
      </w:pPr>
    </w:p>
    <w:p w:rsidR="00F37C3D" w:rsidRDefault="00F37C3D">
      <w:pPr>
        <w:rPr>
          <w:b/>
          <w:sz w:val="32"/>
          <w:szCs w:val="32"/>
        </w:rPr>
      </w:pPr>
    </w:p>
    <w:p w:rsidR="00F37C3D" w:rsidRDefault="00F37C3D">
      <w:pPr>
        <w:rPr>
          <w:b/>
          <w:sz w:val="32"/>
          <w:szCs w:val="32"/>
        </w:rPr>
      </w:pPr>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January</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r>
        <w:rPr>
          <w:b/>
        </w:rPr>
        <w:t>No</w:t>
      </w:r>
      <w:r>
        <w:t>- What aspect is concerning you? _______________________________________</w:t>
      </w:r>
    </w:p>
    <w:p w:rsidR="00F37C3D" w:rsidRDefault="00F37C3D"/>
    <w:p w:rsidR="00F37C3D" w:rsidRDefault="00F37C3D">
      <w:pPr>
        <w:rPr>
          <w:b/>
          <w:sz w:val="32"/>
          <w:szCs w:val="32"/>
        </w:rPr>
      </w:pPr>
    </w:p>
    <w:p w:rsidR="00F37C3D" w:rsidRDefault="00F37C3D">
      <w:pPr>
        <w:rPr>
          <w:b/>
          <w:sz w:val="32"/>
          <w:szCs w:val="32"/>
        </w:rPr>
      </w:pPr>
    </w:p>
    <w:p w:rsidR="00F37C3D" w:rsidRDefault="00F37C3D">
      <w:pPr>
        <w:rPr>
          <w:b/>
          <w:sz w:val="32"/>
          <w:szCs w:val="32"/>
        </w:rPr>
      </w:pPr>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February</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r>
        <w:rPr>
          <w:b/>
        </w:rPr>
        <w:t>No</w:t>
      </w:r>
      <w:r>
        <w:t>- What aspect is concerning you? _______________________________________</w:t>
      </w:r>
    </w:p>
    <w:p w:rsidR="00F37C3D" w:rsidRDefault="00F37C3D">
      <w:pPr>
        <w:rPr>
          <w:b/>
          <w:sz w:val="32"/>
          <w:szCs w:val="32"/>
        </w:rPr>
      </w:pPr>
    </w:p>
    <w:p w:rsidR="00F37C3D" w:rsidRDefault="00F37C3D">
      <w:pPr>
        <w:rPr>
          <w:b/>
          <w:sz w:val="32"/>
          <w:szCs w:val="32"/>
        </w:rPr>
      </w:pPr>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March</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r>
        <w:rPr>
          <w:b/>
        </w:rPr>
        <w:t>No</w:t>
      </w:r>
      <w:r>
        <w:t>- What aspect is concerning you? _______________________________________</w:t>
      </w:r>
    </w:p>
    <w:p w:rsidR="00F37C3D" w:rsidRDefault="00F37C3D">
      <w:pPr>
        <w:rPr>
          <w:b/>
          <w:sz w:val="32"/>
          <w:szCs w:val="32"/>
        </w:rPr>
      </w:pPr>
    </w:p>
    <w:p w:rsidR="00F37C3D" w:rsidRDefault="00F37C3D">
      <w:pPr>
        <w:ind w:left="4320"/>
        <w:jc w:val="right"/>
        <w:rPr>
          <w:rFonts w:ascii="Comic Sans MS" w:hAnsi="Comic Sans MS"/>
          <w:sz w:val="32"/>
          <w:szCs w:val="32"/>
        </w:rPr>
      </w:pPr>
      <w:r>
        <w:rPr>
          <w:noProof/>
        </w:rPr>
        <w:pict>
          <v:oval id="_x0000_s1139" style="position:absolute;left:0;text-align:left;margin-left:27pt;margin-top:36pt;width:98.95pt;height:81pt;z-index:251640320"/>
        </w:pict>
      </w:r>
      <w:r>
        <w:rPr>
          <w:rFonts w:ascii="Comic Sans MS" w:hAnsi="Comic Sans MS"/>
          <w:sz w:val="32"/>
          <w:szCs w:val="32"/>
        </w:rPr>
        <w:t>Don’t forget to write the title and author of your choices in the circles provided!</w:t>
      </w:r>
    </w:p>
    <w:p w:rsidR="00F37C3D" w:rsidRDefault="00F37C3D">
      <w:pPr>
        <w:rPr>
          <w:b/>
          <w:sz w:val="32"/>
          <w:szCs w:val="32"/>
        </w:rPr>
      </w:pPr>
    </w:p>
    <w:p w:rsidR="00F37C3D" w:rsidRDefault="00F37C3D">
      <w:r>
        <w:rPr>
          <w:noProof/>
        </w:rPr>
        <w:pict>
          <v:oval id="_x0000_s1140" style="position:absolute;margin-left:315pt;margin-top:174.65pt;width:98.95pt;height:81pt;z-index:251643392"/>
        </w:pict>
      </w:r>
      <w:r>
        <w:rPr>
          <w:noProof/>
        </w:rPr>
        <w:pict>
          <v:oval id="_x0000_s1141" style="position:absolute;margin-left:3in;margin-top:102.65pt;width:98.95pt;height:81pt;z-index:251642368"/>
        </w:pict>
      </w:r>
      <w:r>
        <w:rPr>
          <w:noProof/>
        </w:rPr>
        <w:pict>
          <v:oval id="_x0000_s1142" style="position:absolute;margin-left:117pt;margin-top:21.65pt;width:98.95pt;height:81pt;z-index:251641344"/>
        </w:pict>
      </w:r>
    </w:p>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 w:rsidR="00F37C3D" w:rsidRDefault="00F37C3D">
      <w:pPr>
        <w:tabs>
          <w:tab w:val="left" w:pos="7260"/>
        </w:tabs>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189" type="#_x0000_t172" style="width:356.25pt;height:145.5pt;mso-position-horizontal-relative:char;mso-position-vertical-relative:line" adj="6924" fillcolor="#60c" stroked="f">
            <v:fill color2="#c0c" focus="100%" type="gradient"/>
            <v:shadow on="t" color="#99f" opacity="52429f" offset="3pt,3pt"/>
            <v:textpath style="font-family:&quot;Impact&quot;;font-size:80pt;v-text-kern:t" string="Well Done!"/>
          </v:shape>
        </w:pict>
      </w:r>
    </w:p>
    <w:p w:rsidR="00F37C3D" w:rsidRDefault="00F37C3D">
      <w:pPr>
        <w:tabs>
          <w:tab w:val="left" w:pos="7260"/>
        </w:tabs>
      </w:pPr>
    </w:p>
    <w:p w:rsidR="00F37C3D" w:rsidRDefault="00F37C3D">
      <w:pPr>
        <w:tabs>
          <w:tab w:val="left" w:pos="7260"/>
        </w:tabs>
        <w:jc w:val="center"/>
      </w:pPr>
    </w:p>
    <w:p w:rsidR="00F37C3D" w:rsidRDefault="00F37C3D">
      <w:pPr>
        <w:tabs>
          <w:tab w:val="left" w:pos="7260"/>
        </w:tabs>
      </w:pPr>
    </w:p>
    <w:p w:rsidR="00F37C3D" w:rsidRDefault="00F37C3D">
      <w:pPr>
        <w:tabs>
          <w:tab w:val="left" w:pos="7260"/>
        </w:tabs>
        <w:jc w:val="center"/>
      </w:pPr>
    </w:p>
    <w:p w:rsidR="00F37C3D" w:rsidRDefault="00F37C3D">
      <w:pPr>
        <w:tabs>
          <w:tab w:val="left" w:pos="7260"/>
        </w:tabs>
        <w:jc w:val="center"/>
        <w:rPr>
          <w:b/>
          <w:sz w:val="40"/>
          <w:szCs w:val="40"/>
        </w:rPr>
      </w:pPr>
      <w:r>
        <w:rPr>
          <w:b/>
          <w:sz w:val="40"/>
          <w:szCs w:val="40"/>
        </w:rPr>
        <w:t>For Term 3</w:t>
      </w:r>
    </w:p>
    <w:p w:rsidR="00F37C3D" w:rsidRDefault="00F37C3D">
      <w:pPr>
        <w:tabs>
          <w:tab w:val="left" w:pos="7260"/>
        </w:tabs>
        <w:jc w:val="center"/>
        <w:rPr>
          <w:b/>
          <w:sz w:val="40"/>
          <w:szCs w:val="40"/>
        </w:rPr>
      </w:pPr>
    </w:p>
    <w:p w:rsidR="00F37C3D" w:rsidRDefault="00F37C3D">
      <w:pPr>
        <w:tabs>
          <w:tab w:val="left" w:pos="7260"/>
        </w:tabs>
        <w:jc w:val="center"/>
        <w:rPr>
          <w:b/>
          <w:sz w:val="40"/>
          <w:szCs w:val="40"/>
        </w:rPr>
      </w:pPr>
      <w:r>
        <w:rPr>
          <w:b/>
          <w:sz w:val="40"/>
          <w:szCs w:val="40"/>
        </w:rPr>
        <w:t>You can pick any 4 books you want – within your reading range</w:t>
      </w:r>
    </w:p>
    <w:p w:rsidR="00F37C3D" w:rsidRDefault="00F37C3D">
      <w:pPr>
        <w:rPr>
          <w:b/>
          <w:sz w:val="32"/>
          <w:szCs w:val="32"/>
        </w:rPr>
      </w:pPr>
    </w:p>
    <w:p w:rsidR="00F37C3D" w:rsidRDefault="00F37C3D">
      <w:pPr>
        <w:rPr>
          <w:b/>
          <w:sz w:val="32"/>
          <w:szCs w:val="32"/>
        </w:rPr>
      </w:pPr>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April</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r>
        <w:rPr>
          <w:b/>
        </w:rPr>
        <w:t>No</w:t>
      </w:r>
      <w:r>
        <w:t>- What aspect is concerning you? _______________________________________</w:t>
      </w:r>
    </w:p>
    <w:p w:rsidR="00F37C3D" w:rsidRDefault="00F37C3D">
      <w:pPr>
        <w:rPr>
          <w:b/>
          <w:sz w:val="32"/>
          <w:szCs w:val="32"/>
        </w:rPr>
      </w:pPr>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May</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r>
        <w:rPr>
          <w:b/>
        </w:rPr>
        <w:t>No</w:t>
      </w:r>
      <w:r>
        <w:t>- What aspect is concerning you? _______________________________________</w:t>
      </w:r>
    </w:p>
    <w:p w:rsidR="00F37C3D" w:rsidRDefault="00F37C3D">
      <w:pPr>
        <w:rPr>
          <w:b/>
          <w:sz w:val="32"/>
          <w:szCs w:val="32"/>
        </w:rPr>
      </w:pPr>
    </w:p>
    <w:p w:rsidR="00F37C3D" w:rsidRDefault="00F37C3D">
      <w:pPr>
        <w:rPr>
          <w:b/>
          <w:sz w:val="32"/>
          <w:szCs w:val="32"/>
        </w:rPr>
      </w:pPr>
      <w:r>
        <w:rPr>
          <w:b/>
          <w:sz w:val="32"/>
          <w:szCs w:val="32"/>
        </w:rPr>
        <w:t>Pupil Reading Reflection Sheet:</w:t>
      </w:r>
    </w:p>
    <w:p w:rsidR="00F37C3D" w:rsidRDefault="00F37C3D">
      <w:pPr>
        <w:rPr>
          <w:b/>
          <w:sz w:val="32"/>
          <w:szCs w:val="32"/>
        </w:rPr>
      </w:pPr>
    </w:p>
    <w:p w:rsidR="00F37C3D" w:rsidRDefault="00F37C3D">
      <w:pPr>
        <w:rPr>
          <w:b/>
          <w:sz w:val="32"/>
          <w:szCs w:val="32"/>
        </w:rPr>
      </w:pPr>
      <w:r>
        <w:rPr>
          <w:b/>
          <w:sz w:val="32"/>
          <w:szCs w:val="32"/>
        </w:rPr>
        <w:t>June</w:t>
      </w:r>
    </w:p>
    <w:p w:rsidR="00F37C3D" w:rsidRDefault="00F37C3D"/>
    <w:p w:rsidR="00F37C3D" w:rsidRDefault="00F37C3D">
      <w:r>
        <w:t>How much time have you spent reading this month?</w:t>
      </w:r>
    </w:p>
    <w:p w:rsidR="00F37C3D" w:rsidRDefault="00F37C3D"/>
    <w:p w:rsidR="00F37C3D" w:rsidRDefault="00F37C3D">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F37C3D" w:rsidRDefault="00F37C3D">
      <w:pPr>
        <w:rPr>
          <w:b/>
        </w:rPr>
      </w:pPr>
    </w:p>
    <w:p w:rsidR="00F37C3D" w:rsidRDefault="00F37C3D">
      <w:r>
        <w:t>How many books have you read this month?</w:t>
      </w:r>
    </w:p>
    <w:p w:rsidR="00F37C3D" w:rsidRDefault="00F37C3D"/>
    <w:p w:rsidR="00F37C3D" w:rsidRDefault="00F37C3D">
      <w:pPr>
        <w:rPr>
          <w:b/>
        </w:rPr>
      </w:pPr>
      <w:r>
        <w:rPr>
          <w:b/>
        </w:rPr>
        <w:t>1 book</w:t>
      </w:r>
      <w:r>
        <w:rPr>
          <w:b/>
        </w:rPr>
        <w:tab/>
      </w:r>
      <w:r>
        <w:rPr>
          <w:b/>
        </w:rPr>
        <w:tab/>
        <w:t>2 books</w:t>
      </w:r>
      <w:r>
        <w:rPr>
          <w:b/>
        </w:rPr>
        <w:tab/>
        <w:t>3 books</w:t>
      </w:r>
      <w:r>
        <w:rPr>
          <w:b/>
        </w:rPr>
        <w:tab/>
        <w:t>4 books</w:t>
      </w:r>
      <w:r>
        <w:rPr>
          <w:b/>
        </w:rPr>
        <w:tab/>
        <w:t>5 books</w:t>
      </w:r>
      <w:r>
        <w:rPr>
          <w:b/>
        </w:rPr>
        <w:tab/>
        <w:t>6 + books</w:t>
      </w:r>
    </w:p>
    <w:p w:rsidR="00F37C3D" w:rsidRDefault="00F37C3D">
      <w:pPr>
        <w:rPr>
          <w:b/>
        </w:rPr>
      </w:pPr>
    </w:p>
    <w:p w:rsidR="00F37C3D" w:rsidRDefault="00F37C3D">
      <w:r>
        <w:t>How many points have earned this month?</w:t>
      </w:r>
      <w:r>
        <w:tab/>
        <w:t>__________</w:t>
      </w:r>
    </w:p>
    <w:p w:rsidR="00F37C3D" w:rsidRDefault="00F37C3D"/>
    <w:p w:rsidR="00F37C3D" w:rsidRDefault="00F37C3D">
      <w:r>
        <w:t>Do you think this number of points was the best you could have achieved?</w:t>
      </w:r>
    </w:p>
    <w:p w:rsidR="00F37C3D" w:rsidRDefault="00F37C3D"/>
    <w:p w:rsidR="00F37C3D" w:rsidRDefault="00F37C3D">
      <w:pPr>
        <w:rPr>
          <w:b/>
        </w:rPr>
      </w:pPr>
      <w:r>
        <w:rPr>
          <w:b/>
        </w:rPr>
        <w:t>Yes</w:t>
      </w:r>
      <w:r>
        <w:rPr>
          <w:b/>
        </w:rPr>
        <w:tab/>
        <w:t>No</w:t>
      </w:r>
    </w:p>
    <w:p w:rsidR="00F37C3D" w:rsidRDefault="00F37C3D"/>
    <w:p w:rsidR="00F37C3D" w:rsidRDefault="00F37C3D">
      <w:r>
        <w:t>Where are you currently placed in the overall points positions of the class? ________</w:t>
      </w:r>
    </w:p>
    <w:p w:rsidR="00F37C3D" w:rsidRDefault="00F37C3D"/>
    <w:p w:rsidR="00F37C3D" w:rsidRDefault="00F37C3D"/>
    <w:p w:rsidR="00F37C3D" w:rsidRDefault="00F37C3D"/>
    <w:p w:rsidR="00F37C3D" w:rsidRDefault="00F37C3D">
      <w:r>
        <w:t>Who is your favourite character this month and why?</w:t>
      </w:r>
    </w:p>
    <w:p w:rsidR="00F37C3D" w:rsidRDefault="00F37C3D"/>
    <w:p w:rsidR="00F37C3D" w:rsidRDefault="00F37C3D"/>
    <w:p w:rsidR="00F37C3D" w:rsidRDefault="00F37C3D"/>
    <w:p w:rsidR="00F37C3D" w:rsidRDefault="00F37C3D"/>
    <w:p w:rsidR="00F37C3D" w:rsidRDefault="00F37C3D">
      <w:r>
        <w:t>What was your favourite book this month and why?</w:t>
      </w:r>
    </w:p>
    <w:p w:rsidR="00F37C3D" w:rsidRDefault="00F37C3D"/>
    <w:p w:rsidR="00F37C3D" w:rsidRDefault="00F37C3D"/>
    <w:p w:rsidR="00F37C3D" w:rsidRDefault="00F37C3D"/>
    <w:p w:rsidR="00F37C3D" w:rsidRDefault="00F37C3D"/>
    <w:p w:rsidR="00F37C3D" w:rsidRDefault="00F37C3D"/>
    <w:p w:rsidR="00F37C3D" w:rsidRDefault="00F37C3D">
      <w:r>
        <w:t>What was your least favourite book this month and why?</w:t>
      </w:r>
    </w:p>
    <w:p w:rsidR="00F37C3D" w:rsidRDefault="00F37C3D"/>
    <w:p w:rsidR="00F37C3D" w:rsidRDefault="00F37C3D"/>
    <w:p w:rsidR="00F37C3D" w:rsidRDefault="00F37C3D"/>
    <w:p w:rsidR="00F37C3D" w:rsidRDefault="00F37C3D"/>
    <w:p w:rsidR="00F37C3D" w:rsidRDefault="00F37C3D">
      <w:pPr>
        <w:rPr>
          <w:b/>
          <w:sz w:val="28"/>
          <w:szCs w:val="28"/>
        </w:rPr>
      </w:pPr>
      <w:r>
        <w:rPr>
          <w:b/>
          <w:sz w:val="28"/>
          <w:szCs w:val="28"/>
        </w:rPr>
        <w:t>Parent Reading Reflection:</w:t>
      </w:r>
    </w:p>
    <w:p w:rsidR="00F37C3D" w:rsidRDefault="00F37C3D">
      <w:pPr>
        <w:rPr>
          <w:sz w:val="28"/>
          <w:szCs w:val="28"/>
        </w:rPr>
      </w:pPr>
    </w:p>
    <w:p w:rsidR="00F37C3D" w:rsidRDefault="00F37C3D">
      <w:r>
        <w:t>How many hours would you estimate your son/daughter has spent reading, including newspapers and magazines, this month?</w:t>
      </w:r>
    </w:p>
    <w:p w:rsidR="00F37C3D" w:rsidRDefault="00F37C3D">
      <w:pPr>
        <w:rPr>
          <w:sz w:val="28"/>
          <w:szCs w:val="28"/>
        </w:rPr>
      </w:pPr>
    </w:p>
    <w:p w:rsidR="00F37C3D" w:rsidRDefault="00F37C3D">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F37C3D" w:rsidRDefault="00F37C3D">
      <w:pPr>
        <w:rPr>
          <w:b/>
        </w:rPr>
      </w:pPr>
    </w:p>
    <w:p w:rsidR="00F37C3D" w:rsidRDefault="00F37C3D">
      <w:r>
        <w:t>Do you feel your son/daughter is progressing well with their reading?</w:t>
      </w:r>
    </w:p>
    <w:p w:rsidR="00F37C3D" w:rsidRDefault="00F37C3D"/>
    <w:p w:rsidR="00F37C3D" w:rsidRDefault="00F37C3D">
      <w:pPr>
        <w:rPr>
          <w:b/>
        </w:rPr>
      </w:pPr>
      <w:r>
        <w:rPr>
          <w:b/>
        </w:rPr>
        <w:t>Yes</w:t>
      </w:r>
    </w:p>
    <w:p w:rsidR="00F37C3D" w:rsidRDefault="00F37C3D"/>
    <w:p w:rsidR="00F37C3D" w:rsidRDefault="00F37C3D">
      <w:r>
        <w:rPr>
          <w:b/>
        </w:rPr>
        <w:t>No</w:t>
      </w:r>
      <w:r>
        <w:t>- What aspect is concerning you? _______________________________________</w:t>
      </w:r>
    </w:p>
    <w:p w:rsidR="00F37C3D" w:rsidRDefault="00F37C3D">
      <w:pPr>
        <w:tabs>
          <w:tab w:val="left" w:pos="7260"/>
        </w:tabs>
        <w:rPr>
          <w:b/>
          <w:sz w:val="40"/>
          <w:szCs w:val="40"/>
        </w:rPr>
      </w:pPr>
    </w:p>
    <w:sectPr w:rsidR="00F37C3D" w:rsidSect="009F0150">
      <w:pgSz w:w="11906" w:h="16838"/>
      <w:pgMar w:top="899" w:right="1800" w:bottom="1258" w:left="1800" w:header="708" w:footer="708" w:gutter="0"/>
      <w:cols w:space="708"/>
      <w:docGrid w:linePitch="360" w:charSpace="20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0854364C"/>
    <w:multiLevelType w:val="hybridMultilevel"/>
    <w:tmpl w:val="D8408B4C"/>
    <w:lvl w:ilvl="0" w:tplc="0809000F">
      <w:start w:val="1"/>
      <w:numFmt w:val="decimal"/>
      <w:lvlText w:val="%1."/>
      <w:lvlJc w:val="left"/>
      <w:pPr>
        <w:tabs>
          <w:tab w:val="num" w:pos="1080"/>
        </w:tabs>
        <w:ind w:left="1080" w:hanging="360"/>
      </w:pPr>
      <w:rPr>
        <w:rFonts w:cs="Times New Roman"/>
      </w:rPr>
    </w:lvl>
    <w:lvl w:ilvl="1" w:tplc="08090001">
      <w:start w:val="1"/>
      <w:numFmt w:val="bullet"/>
      <w:lvlText w:val=""/>
      <w:lvlJc w:val="left"/>
      <w:pPr>
        <w:tabs>
          <w:tab w:val="num" w:pos="1800"/>
        </w:tabs>
        <w:ind w:left="1800" w:hanging="360"/>
      </w:pPr>
      <w:rPr>
        <w:rFonts w:ascii="Symbol" w:hAnsi="Symbol" w:hint="default"/>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2">
    <w:nsid w:val="3FA1488F"/>
    <w:multiLevelType w:val="hybridMultilevel"/>
    <w:tmpl w:val="F9688DF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45E6584F"/>
    <w:multiLevelType w:val="hybridMultilevel"/>
    <w:tmpl w:val="0F906DF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7DDE113F"/>
    <w:multiLevelType w:val="hybridMultilevel"/>
    <w:tmpl w:val="41B084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oNotHyphenateCaps/>
  <w:displayHorizontalDrawingGridEvery w:val="0"/>
  <w:displayVerticalDrawingGridEvery w:val="2"/>
  <w:doNotUseMarginsForDrawingGridOrigin/>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0150"/>
    <w:rsid w:val="0039164F"/>
    <w:rsid w:val="00646D25"/>
    <w:rsid w:val="009B7137"/>
    <w:rsid w:val="009F0150"/>
    <w:rsid w:val="00E41E3C"/>
    <w:rsid w:val="00F37C3D"/>
    <w:rsid w:val="00F63C89"/>
    <w:rsid w:val="00FC31B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1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15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 Type="http://schemas.openxmlformats.org/officeDocument/2006/relationships/image" Target="media/image3.png"/><Relationship Id="rId7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1"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 Type="http://schemas.openxmlformats.org/officeDocument/2006/relationships/image" Target="media/image1.jpeg"/><Relationship Id="rId6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1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 Type="http://schemas.openxmlformats.org/officeDocument/2006/relationships/image" Target="media/image4.png"/><Relationship Id="rId5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0" Type="http://schemas.openxmlformats.org/officeDocument/2006/relationships/image" Target="media/image5.jpeg"/><Relationship Id="rId3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 Type="http://schemas.openxmlformats.org/officeDocument/2006/relationships/webSettings" Target="webSettings.xml"/><Relationship Id="rId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TotalTime>
  <Pages>27</Pages>
  <Words>3079</Words>
  <Characters>17553</Characters>
  <Application>Microsoft Office Outlook</Application>
  <DocSecurity>0</DocSecurity>
  <Lines>0</Lines>
  <Paragraphs>0</Paragraphs>
  <ScaleCrop>false</ScaleCrop>
  <Company>City of Edinburgh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lastModifiedBy>CEC</cp:lastModifiedBy>
  <cp:revision>7</cp:revision>
  <dcterms:created xsi:type="dcterms:W3CDTF">2012-05-14T12:42:00Z</dcterms:created>
  <dcterms:modified xsi:type="dcterms:W3CDTF">2012-09-24T13:30:00Z</dcterms:modified>
</cp:coreProperties>
</file>